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59269" w14:textId="5862DE13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0B3D7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B54D1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2E71D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九</w:t>
      </w:r>
      <w:bookmarkStart w:id="0" w:name="_GoBack"/>
      <w:bookmarkEnd w:id="0"/>
      <w:r w:rsidR="00025BE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年級</w:t>
      </w:r>
      <w:r w:rsidR="000B3D7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英語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14:paraId="298E84B6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2170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850"/>
        <w:gridCol w:w="2268"/>
        <w:gridCol w:w="5986"/>
        <w:gridCol w:w="535"/>
        <w:gridCol w:w="2147"/>
        <w:gridCol w:w="2814"/>
        <w:gridCol w:w="1843"/>
        <w:gridCol w:w="3118"/>
        <w:gridCol w:w="1485"/>
      </w:tblGrid>
      <w:tr w:rsidR="003F5D61" w:rsidRPr="003F5D61" w14:paraId="5BC3FF5B" w14:textId="77777777" w:rsidTr="00025BE9">
        <w:trPr>
          <w:trHeight w:val="689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86074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2A588" w14:textId="77777777"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14:paraId="0F2531B8" w14:textId="77777777"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20F1151F" w14:textId="77777777"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240D55AD" w14:textId="77777777" w:rsidTr="00025BE9">
        <w:trPr>
          <w:trHeight w:val="850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282FA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83111" w14:textId="77777777"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663F437F" w14:textId="77777777" w:rsidR="003F5D61" w:rsidRPr="003F5D61" w:rsidRDefault="00961B97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A5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655BF38E" w14:textId="77777777" w:rsidTr="00025BE9">
        <w:trPr>
          <w:trHeight w:val="935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9C8EF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8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54749" w14:textId="77777777"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C2CA624" w14:textId="08F8D244"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r w:rsidR="000B3D7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英語教師自編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E9F2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9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B65C3" w14:textId="570B0785" w:rsidR="003F5D61" w:rsidRPr="003F5D61" w:rsidRDefault="003F5D61" w:rsidP="000B3D7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3539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46BFB03A" w14:textId="77777777" w:rsidTr="00025BE9">
        <w:trPr>
          <w:trHeight w:val="624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9B896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0F2B65E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0A4B035A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7ACC46F1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14:paraId="09CA950C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3BC4ACD3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0326EEBA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14:paraId="07A10168" w14:textId="77777777"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3F5D61" w14:paraId="5CB842DC" w14:textId="77777777" w:rsidTr="00025BE9">
        <w:trPr>
          <w:trHeight w:val="483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D8697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C79EB7E" w14:textId="70223497" w:rsidR="00B54D17" w:rsidRDefault="00EF0D82" w:rsidP="00B54D17">
            <w:pPr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第一學期</w:t>
            </w:r>
            <w:r w:rsidR="00B54D17" w:rsidRPr="00B54D17">
              <w:rPr>
                <w:rFonts w:ascii="標楷體" w:eastAsia="標楷體" w:hAnsi="標楷體" w:cs="新細明體" w:hint="eastAsia"/>
                <w:color w:val="000000"/>
                <w:szCs w:val="20"/>
              </w:rPr>
              <w:t>課程目標整體從自我狀態、與他人人際關係到全球議題，能活用聽、說、讀、寫本冊句型的進階表達，結合到多元主題橫切面的文本設計，透過跨領域閱讀，提升觀察生活周遭事物進行省思。課程主題包含媒體識讀、智慧財產權、智慧住宅和務聯網、志工服務分享、文化差異、性別刻板印象等。語言作為溝通工具則從聽說讀寫構面學習過去分詞、現在完成式、現在分詞當形容詞、英文書信表達等。</w:t>
            </w:r>
          </w:p>
          <w:p w14:paraId="4886F3BB" w14:textId="2760AB11" w:rsidR="00B54D17" w:rsidRDefault="00426CC7" w:rsidP="000F44C6">
            <w:pPr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課程目標為：</w:t>
            </w:r>
            <w:r w:rsidR="002B0D9A">
              <w:rPr>
                <w:rFonts w:ascii="標楷體" w:eastAsia="標楷體" w:hAnsi="標楷體" w:cs="新細明體" w:hint="eastAsia"/>
                <w:color w:val="000000"/>
                <w:szCs w:val="20"/>
              </w:rPr>
              <w:t>使學生</w:t>
            </w:r>
            <w:r w:rsid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能正確使用現在分詞和過去分詞，以及將</w:t>
            </w:r>
            <w:r w:rsidR="000F44C6" w:rsidRPr="00B54D17">
              <w:rPr>
                <w:rFonts w:ascii="標楷體" w:eastAsia="標楷體" w:hAnsi="標楷體" w:cs="新細明體" w:hint="eastAsia"/>
                <w:color w:val="000000"/>
                <w:szCs w:val="20"/>
              </w:rPr>
              <w:t>現在完成式與被動式</w:t>
            </w:r>
            <w:r w:rsid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運用</w:t>
            </w:r>
            <w:r w:rsidR="000F44C6" w:rsidRPr="00B54D17">
              <w:rPr>
                <w:rFonts w:ascii="標楷體" w:eastAsia="標楷體" w:hAnsi="標楷體" w:cs="新細明體" w:hint="eastAsia"/>
                <w:color w:val="000000"/>
                <w:szCs w:val="20"/>
              </w:rPr>
              <w:t>於溝通表達中。</w:t>
            </w:r>
            <w:r w:rsidR="00F770CA">
              <w:rPr>
                <w:rFonts w:ascii="標楷體" w:eastAsia="標楷體" w:hAnsi="標楷體" w:cs="新細明體" w:hint="eastAsia"/>
                <w:color w:val="000000"/>
                <w:szCs w:val="20"/>
              </w:rPr>
              <w:t>利用</w:t>
            </w:r>
            <w:r w:rsidR="002B0D9A">
              <w:rPr>
                <w:rFonts w:ascii="標楷體" w:eastAsia="標楷體" w:hAnsi="標楷體" w:cs="新細明體" w:hint="eastAsia"/>
                <w:color w:val="000000"/>
                <w:szCs w:val="20"/>
              </w:rPr>
              <w:t>聽力和閱讀策略</w:t>
            </w:r>
            <w:r w:rsidR="00F770CA">
              <w:rPr>
                <w:rFonts w:ascii="標楷體" w:eastAsia="標楷體" w:hAnsi="標楷體" w:cs="新細明體" w:hint="eastAsia"/>
                <w:color w:val="000000"/>
                <w:szCs w:val="20"/>
              </w:rPr>
              <w:t>，培養及提升</w:t>
            </w:r>
            <w:r w:rsidR="002B0D9A">
              <w:rPr>
                <w:rFonts w:ascii="標楷體" w:eastAsia="標楷體" w:hAnsi="標楷體" w:cs="新細明體" w:hint="eastAsia"/>
                <w:color w:val="000000"/>
                <w:szCs w:val="20"/>
              </w:rPr>
              <w:t>聽力</w:t>
            </w:r>
            <w:r w:rsidR="00F770CA">
              <w:rPr>
                <w:rFonts w:ascii="標楷體" w:eastAsia="標楷體" w:hAnsi="標楷體" w:cs="新細明體" w:hint="eastAsia"/>
                <w:color w:val="000000"/>
                <w:szCs w:val="20"/>
              </w:rPr>
              <w:t>和閱讀能力的；</w:t>
            </w:r>
            <w:r w:rsidR="002B0D9A">
              <w:rPr>
                <w:rFonts w:ascii="標楷體" w:eastAsia="標楷體" w:hAnsi="標楷體" w:cs="新細明體" w:hint="eastAsia"/>
                <w:color w:val="000000"/>
                <w:szCs w:val="20"/>
              </w:rPr>
              <w:t>依照場合及情境的不同，</w:t>
            </w:r>
            <w:r w:rsidR="000F44C6" w:rsidRP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適切地表達自我並與他人溝通。</w:t>
            </w:r>
            <w:r w:rsid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此外，</w:t>
            </w:r>
            <w:r w:rsidR="00F770CA">
              <w:rPr>
                <w:rFonts w:ascii="標楷體" w:eastAsia="標楷體" w:hAnsi="標楷體" w:cs="新細明體" w:hint="eastAsia"/>
                <w:color w:val="000000"/>
                <w:szCs w:val="20"/>
              </w:rPr>
              <w:t>學生</w:t>
            </w:r>
            <w:r w:rsidR="000F44C6" w:rsidRP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能</w:t>
            </w:r>
            <w:r w:rsidR="00F770CA">
              <w:rPr>
                <w:rFonts w:ascii="標楷體" w:eastAsia="標楷體" w:hAnsi="標楷體" w:cs="新細明體" w:hint="eastAsia"/>
                <w:color w:val="000000"/>
                <w:szCs w:val="20"/>
              </w:rPr>
              <w:t>學會</w:t>
            </w:r>
            <w:r w:rsid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主動從網路或其他課外材料，搜尋相關學習資源，並與老師及同學分享；</w:t>
            </w:r>
            <w:r w:rsidR="000F44C6" w:rsidRP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透過跨域閱讀，提升觀察生活周遭事物進行省思</w:t>
            </w:r>
            <w:r w:rsidR="000F44C6">
              <w:rPr>
                <w:rFonts w:ascii="標楷體" w:eastAsia="標楷體" w:hAnsi="標楷體" w:cs="新細明體" w:hint="eastAsia"/>
                <w:color w:val="000000"/>
                <w:szCs w:val="20"/>
              </w:rPr>
              <w:t>，進一步關懷社會。</w:t>
            </w:r>
          </w:p>
          <w:p w14:paraId="4C4419BC" w14:textId="7DEABA15" w:rsidR="00F770CA" w:rsidRDefault="00F770CA" w:rsidP="000F44C6">
            <w:pPr>
              <w:rPr>
                <w:rFonts w:ascii="標楷體" w:eastAsia="標楷體" w:hAnsi="標楷體" w:cs="新細明體"/>
                <w:color w:val="000000"/>
                <w:szCs w:val="20"/>
              </w:rPr>
            </w:pPr>
          </w:p>
          <w:p w14:paraId="76269B4F" w14:textId="4F584E26" w:rsidR="00426CC7" w:rsidRPr="00426CC7" w:rsidRDefault="00EF0D82" w:rsidP="00426CC7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第二學期</w:t>
            </w:r>
            <w:r w:rsidRPr="00EF0D82">
              <w:rPr>
                <w:rFonts w:ascii="標楷體" w:eastAsia="標楷體" w:hAnsi="標楷體" w:cs="新細明體" w:hint="eastAsia"/>
                <w:color w:val="000000"/>
                <w:szCs w:val="20"/>
              </w:rPr>
              <w:t>著重</w:t>
            </w:r>
            <w:r w:rsidR="00426CC7" w:rsidRPr="00426CC7">
              <w:rPr>
                <w:rFonts w:ascii="標楷體" w:eastAsia="標楷體" w:hAnsi="標楷體" w:cs="新細明體" w:hint="eastAsia"/>
                <w:color w:val="000000"/>
              </w:rPr>
              <w:t>語言的溝通使用，輔以真實語境發展之生活溝通主題對話、閱讀、聽力、寫作及表達等學習素材，包含生涯規劃、國際教育、自然科幻、生活日常等主題，能依情境及場合，適切地表達自我並與他人溝通，透過不同議題和領域，培養學生多元觀點。英語作為溝通工具則複習使用不同時態、被動用法、子句、片語動詞等來表達。</w:t>
            </w:r>
          </w:p>
          <w:p w14:paraId="3D78C206" w14:textId="6930534B" w:rsidR="00AA5DBE" w:rsidRPr="00F60BC4" w:rsidRDefault="00426CC7" w:rsidP="00F60BC4">
            <w:pPr>
              <w:rPr>
                <w:rFonts w:ascii="標楷體" w:eastAsia="標楷體" w:hAnsi="標楷體" w:cs="新細明體"/>
                <w:color w:val="000000"/>
              </w:rPr>
            </w:pPr>
            <w:r w:rsidRPr="00426CC7">
              <w:rPr>
                <w:rFonts w:ascii="標楷體" w:eastAsia="標楷體" w:hAnsi="標楷體" w:cs="新細明體" w:hint="eastAsia"/>
                <w:color w:val="000000"/>
              </w:rPr>
              <w:t>課程目標為</w:t>
            </w:r>
            <w:r>
              <w:rPr>
                <w:rFonts w:ascii="標楷體" w:eastAsia="標楷體" w:hAnsi="標楷體" w:cs="新細明體" w:hint="eastAsia"/>
                <w:color w:val="000000"/>
              </w:rPr>
              <w:t>：</w:t>
            </w:r>
            <w:r w:rsidR="00F770CA">
              <w:rPr>
                <w:rFonts w:ascii="標楷體" w:eastAsia="標楷體" w:hAnsi="標楷體" w:cs="新細明體"/>
                <w:color w:val="000000"/>
              </w:rPr>
              <w:t>使學生</w:t>
            </w:r>
            <w:r w:rsidR="00F770CA">
              <w:rPr>
                <w:rFonts w:ascii="標楷體" w:eastAsia="標楷體" w:hAnsi="標楷體" w:cs="新細明體" w:hint="eastAsia"/>
                <w:color w:val="000000"/>
              </w:rPr>
              <w:t>能在不同階段利用閱讀策略幫助閱讀；運用聽力策略進行聽力能力的提升與培養，</w:t>
            </w:r>
            <w:r w:rsidR="00F60BC4">
              <w:rPr>
                <w:rFonts w:ascii="標楷體" w:eastAsia="標楷體" w:hAnsi="標楷體" w:cs="新細明體" w:hint="eastAsia"/>
                <w:color w:val="000000"/>
              </w:rPr>
              <w:t>且能</w:t>
            </w:r>
            <w:r w:rsidRPr="00426CC7">
              <w:rPr>
                <w:rFonts w:ascii="標楷體" w:eastAsia="標楷體" w:hAnsi="標楷體" w:cs="新細明體" w:hint="eastAsia"/>
                <w:color w:val="000000"/>
              </w:rPr>
              <w:t>依情境及場合</w:t>
            </w:r>
            <w:r w:rsidR="00F770CA">
              <w:rPr>
                <w:rFonts w:ascii="標楷體" w:eastAsia="標楷體" w:hAnsi="標楷體" w:cs="新細明體" w:hint="eastAsia"/>
                <w:color w:val="000000"/>
              </w:rPr>
              <w:t>的不同</w:t>
            </w:r>
            <w:r w:rsidRPr="00426CC7">
              <w:rPr>
                <w:rFonts w:ascii="標楷體" w:eastAsia="標楷體" w:hAnsi="標楷體" w:cs="新細明體" w:hint="eastAsia"/>
                <w:color w:val="000000"/>
              </w:rPr>
              <w:t>，適切地表達自我並與他人溝通</w:t>
            </w:r>
            <w:r w:rsidR="00F60BC4">
              <w:rPr>
                <w:rFonts w:ascii="標楷體" w:eastAsia="標楷體" w:hAnsi="標楷體" w:cs="新細明體" w:hint="eastAsia"/>
                <w:color w:val="000000"/>
              </w:rPr>
              <w:t>。此外，學生</w:t>
            </w:r>
            <w:r w:rsidR="00F60BC4" w:rsidRPr="00426CC7">
              <w:rPr>
                <w:rFonts w:ascii="標楷體" w:eastAsia="標楷體" w:hAnsi="標楷體" w:cs="新細明體" w:hint="eastAsia"/>
                <w:color w:val="000000"/>
              </w:rPr>
              <w:t>能</w:t>
            </w:r>
            <w:r w:rsidR="00F60BC4">
              <w:rPr>
                <w:rFonts w:ascii="標楷體" w:eastAsia="標楷體" w:hAnsi="標楷體" w:cs="新細明體" w:hint="eastAsia"/>
                <w:color w:val="000000"/>
              </w:rPr>
              <w:t>學會</w:t>
            </w:r>
            <w:r w:rsidR="00F60BC4" w:rsidRPr="00426CC7">
              <w:rPr>
                <w:rFonts w:ascii="標楷體" w:eastAsia="標楷體" w:hAnsi="標楷體" w:cs="新細明體" w:hint="eastAsia"/>
                <w:color w:val="000000"/>
              </w:rPr>
              <w:t>主動從網路或其他課外材料，搜尋相關學習資源，並與老師及</w:t>
            </w:r>
            <w:r w:rsidR="00F60BC4">
              <w:rPr>
                <w:rFonts w:ascii="標楷體" w:eastAsia="標楷體" w:hAnsi="標楷體" w:cs="新細明體" w:hint="eastAsia"/>
                <w:color w:val="000000"/>
              </w:rPr>
              <w:t>同學分享</w:t>
            </w:r>
            <w:r w:rsidRPr="00426CC7">
              <w:rPr>
                <w:rFonts w:ascii="標楷體" w:eastAsia="標楷體" w:hAnsi="標楷體" w:cs="新細明體" w:hint="eastAsia"/>
                <w:color w:val="000000"/>
              </w:rPr>
              <w:t>。</w:t>
            </w:r>
            <w:r w:rsidR="00F770CA">
              <w:rPr>
                <w:rFonts w:ascii="標楷體" w:eastAsia="標楷體" w:hAnsi="標楷體" w:cs="新細明體"/>
                <w:color w:val="000000"/>
              </w:rPr>
              <w:t>最後</w:t>
            </w:r>
            <w:r w:rsidR="00F60BC4">
              <w:rPr>
                <w:rFonts w:ascii="標楷體" w:eastAsia="標楷體" w:hAnsi="標楷體" w:cs="新細明體"/>
                <w:color w:val="000000"/>
              </w:rPr>
              <w:t>，</w:t>
            </w:r>
            <w:r w:rsidR="00F770CA">
              <w:rPr>
                <w:rFonts w:ascii="標楷體" w:eastAsia="標楷體" w:hAnsi="標楷體" w:cs="新細明體"/>
                <w:color w:val="000000"/>
              </w:rPr>
              <w:t>則</w:t>
            </w:r>
            <w:r w:rsidRPr="00426CC7">
              <w:rPr>
                <w:rFonts w:ascii="標楷體" w:eastAsia="標楷體" w:hAnsi="標楷體" w:cs="新細明體" w:hint="eastAsia"/>
                <w:color w:val="000000"/>
              </w:rPr>
              <w:t>能</w:t>
            </w:r>
            <w:r w:rsidR="00F60BC4">
              <w:rPr>
                <w:rFonts w:ascii="標楷體" w:eastAsia="標楷體" w:hAnsi="標楷體" w:cs="新細明體" w:hint="eastAsia"/>
                <w:color w:val="000000"/>
              </w:rPr>
              <w:t>達到</w:t>
            </w:r>
            <w:r w:rsidRPr="00426CC7">
              <w:rPr>
                <w:rFonts w:ascii="標楷體" w:eastAsia="標楷體" w:hAnsi="標楷體" w:cs="新細明體" w:hint="eastAsia"/>
                <w:color w:val="000000"/>
              </w:rPr>
              <w:t>關懷社會並透過跨域閱讀，提升觀察生活周遭事物進行省思。</w:t>
            </w:r>
          </w:p>
        </w:tc>
      </w:tr>
      <w:tr w:rsidR="00AA5DBE" w:rsidRPr="003F5D61" w14:paraId="5AE8DC9C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511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E9D43B" w14:textId="77777777" w:rsidR="00AA5DBE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5C7F9AE5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26663DA0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6F552" w14:textId="77777777" w:rsidR="00AA5DBE" w:rsidRPr="003F5D61" w:rsidRDefault="00AA5DBE" w:rsidP="005B0B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120E2E99" w14:textId="77777777" w:rsidR="00AA5DBE" w:rsidRPr="00287C65" w:rsidRDefault="00AA5DBE" w:rsidP="005B0B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148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E54F6" w14:textId="77777777" w:rsidR="00AA5DBE" w:rsidRPr="00365623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E2FBE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1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A65B7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4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CE136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A5DBE" w:rsidRPr="003F5D61" w14:paraId="2BC1718C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511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44096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22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9442" w14:textId="77777777" w:rsidR="00AA5DBE" w:rsidRPr="003F5D61" w:rsidRDefault="00AA5DBE" w:rsidP="005B0BA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A72AF" w14:textId="77777777" w:rsidR="00AA5DBE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DEE5AB8" w14:textId="77777777" w:rsidR="00AA5DBE" w:rsidRPr="003F5D61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4961" w:type="dxa"/>
            <w:gridSpan w:val="2"/>
            <w:vAlign w:val="center"/>
          </w:tcPr>
          <w:p w14:paraId="6C1B390E" w14:textId="77777777" w:rsidR="00AA5DBE" w:rsidRPr="00365623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B68C3CC" w14:textId="77777777" w:rsidR="00AA5DBE" w:rsidRPr="003F5D61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C50BD" w14:textId="77777777" w:rsidR="00AA5DBE" w:rsidRPr="003F5D61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1E3B" w14:textId="77777777" w:rsidR="00AA5DBE" w:rsidRPr="003F5D61" w:rsidRDefault="00AA5DBE" w:rsidP="004D1E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806B" w14:textId="77777777" w:rsidR="00AA5DBE" w:rsidRPr="003F5D61" w:rsidRDefault="00AA5DBE" w:rsidP="004D1E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54D17" w:rsidRPr="003F5D61" w14:paraId="21B95642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  <w:jc w:val="center"/>
        </w:trPr>
        <w:tc>
          <w:tcPr>
            <w:tcW w:w="66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DD842" w14:textId="77777777" w:rsidR="00B54D17" w:rsidRPr="002315BC" w:rsidRDefault="00B54D17" w:rsidP="002315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850" w:type="dxa"/>
            <w:vAlign w:val="center"/>
          </w:tcPr>
          <w:p w14:paraId="74CE31FE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F35BC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健康及青少年煩惱</w:t>
            </w:r>
          </w:p>
          <w:p w14:paraId="0D6002A0" w14:textId="05AD4DCF" w:rsidR="00B54D17" w:rsidRPr="00A170D3" w:rsidRDefault="00B54D17" w:rsidP="005B0BA7">
            <w:pPr>
              <w:spacing w:line="260" w:lineRule="exact"/>
              <w:ind w:rightChars="47"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Have You Had Breakfast Yet?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0E9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D83D95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635571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75BC71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1-IV-9 能進行簡易的角色扮演。</w:t>
            </w:r>
          </w:p>
          <w:p w14:paraId="26F1386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依主題或情境以簡易英語進行日常生活溝通。</w:t>
            </w:r>
          </w:p>
          <w:p w14:paraId="0F0DEE7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480ED7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0121EF1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0F3E6DB" w14:textId="0DDDA2BE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77B3F43D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4DADC2E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E1C02C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5938824" w14:textId="33A419E3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2745" w14:textId="2FFF5338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2E5260B4" w14:textId="47D88B8D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口語練習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7A253539" w14:textId="5FE4CF7A" w:rsidR="00B54D17" w:rsidRPr="003C14C8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2541D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14:paraId="6DC186B8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14:paraId="4CB191B1" w14:textId="345A24CD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家J11 規劃與執行家庭的各種活動(休閒、節慶等)。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8A83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4D07078C" w14:textId="3043C465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578D737D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EF7FE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AECB931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4199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健康及青少年煩惱</w:t>
            </w:r>
          </w:p>
          <w:p w14:paraId="12E27458" w14:textId="1F3F7176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Have You Had Breakfast Yet?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1AA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BC114F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94F2114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BB4B6B6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1ED231A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0C846E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3-Ⅴ-10 能辨識故事的要素，如背景、人物、事件和結局。</w:t>
            </w:r>
          </w:p>
          <w:p w14:paraId="1E543D2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0BB782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2FC89B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61BEE3D" w14:textId="3D3B9C50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1E069D2D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7EC894B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FFF559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28BE5C3" w14:textId="3182E1B6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6F81" w14:textId="3AEF48C6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E0F75DD" w14:textId="77F8AF99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2297C7F" w14:textId="7062F791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C99EC7A" w14:textId="07C3E3E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3FDCE5D9" w14:textId="23E817C5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ED6E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14:paraId="406E5A6B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14:paraId="2ED4E4F6" w14:textId="648FA352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家J11 規劃與執行家庭的各種活動(休閒、節慶等)。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75673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6B8139A6" w14:textId="164C6AB2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716175CE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468AF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80FF75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404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健康及青少年煩惱</w:t>
            </w:r>
          </w:p>
          <w:p w14:paraId="75610A82" w14:textId="3208CC24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Have You Had Breakfast Yet?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9E577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4B44C23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7DCD7A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E4B248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03C4FB4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6E7A68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6FEC98E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2B2CC8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B30C87E" w14:textId="005D4591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329EF22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16BC465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FE3864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36B2AB2" w14:textId="66A2D8E9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DC1C8" w14:textId="032CBC0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6DFC5E9" w14:textId="7B40DD76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71B85495" w14:textId="027CE2B8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791C945" w14:textId="0C126139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211694C" w14:textId="54650BEB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CE481" w14:textId="03D9C4F1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14:paraId="354705ED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14:paraId="3A9E34A1" w14:textId="00BB1F81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家J11 規劃與執行家庭的各種活動(休閒、節慶等)。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61D7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11B53FE9" w14:textId="5EE82805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57975CFA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14776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D4F5BCD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50B8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智慧財產權與分辨真假資訊</w:t>
            </w:r>
          </w:p>
          <w:p w14:paraId="0CA9932F" w14:textId="267E84ED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The Movie Looks Exciting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4254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4B15D95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03F0D29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DE8A6BA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5150F653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2A06B64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5E8C943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14:paraId="521FFA6B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2FD6CA4A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2-IV-6 能依人、事、時、地、物作簡易的描述 或回答。</w:t>
            </w:r>
          </w:p>
          <w:p w14:paraId="5E1B568B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59D3EE48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32692D8D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＊2-IV-13 能依主題或情境以簡易英語進行日常 生活溝通。</w:t>
            </w:r>
          </w:p>
          <w:p w14:paraId="08055B8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50962E8D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3-IV-4 能看懂簡易的圖表。 3-IV-5 能看懂簡易的生活用語。</w:t>
            </w:r>
          </w:p>
          <w:p w14:paraId="2C84BA8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3A0BA5AD" w14:textId="7AF3B430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4961" w:type="dxa"/>
            <w:gridSpan w:val="2"/>
          </w:tcPr>
          <w:p w14:paraId="2ED8AA8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49132D3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7FB9D8C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7BEA05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071AE7A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03A9406A" w14:textId="2E36B429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A674" w14:textId="6514CBE0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8F68ABB" w14:textId="7173FC45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534F290" w14:textId="09A1DB8E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B4A54DB" w14:textId="21708D10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E946CAB" w14:textId="75E0544F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A370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6E38F34D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19DAB53B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6674D41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740BB8FC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14:paraId="00C49DDA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【資訊教育】</w:t>
            </w:r>
          </w:p>
          <w:p w14:paraId="19BA1CA9" w14:textId="11E862E1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 J11 落實康健的數位使 用習慣與態度。 資 J12 了解資訊科技相關 之法律、倫理及社會 議題，以保護自己與尊重他人。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1816C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721ED121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116B2C83" w14:textId="2349CCB9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0C0DCCC0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6D648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E784D7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C915C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智慧財產權與分辨真假資訊</w:t>
            </w:r>
          </w:p>
          <w:p w14:paraId="6501183F" w14:textId="5A4170A1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The Movie Looks Exciting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DB93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7C287C8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83D39C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FDF5EB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5740716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5E4AA89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7131DF6C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14:paraId="21553224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5C7144F3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2-IV-6 能依人、事、時、地、物作簡易的描述 或回答。</w:t>
            </w:r>
          </w:p>
          <w:p w14:paraId="006F0F2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3FA3E0D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0CF67ED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＊2-IV-13 能依主題或情境以簡易英語進行日常 生活溝通。</w:t>
            </w:r>
          </w:p>
          <w:p w14:paraId="676DBDE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781B03A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3-IV-4 能看懂簡易的圖表。 3-IV-5 能看懂簡易的生活用語。</w:t>
            </w:r>
          </w:p>
          <w:p w14:paraId="3F693654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599D457A" w14:textId="4256019E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lastRenderedPageBreak/>
              <w:t>3-IV-7 能了解對話的主要內容。</w:t>
            </w:r>
          </w:p>
        </w:tc>
        <w:tc>
          <w:tcPr>
            <w:tcW w:w="4961" w:type="dxa"/>
            <w:gridSpan w:val="2"/>
          </w:tcPr>
          <w:p w14:paraId="3621AFE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 字詞）。</w:t>
            </w:r>
          </w:p>
          <w:p w14:paraId="456658F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2707F2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0CA0F0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2B0151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399E1294" w14:textId="48258951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52E1" w14:textId="1D1063F8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0C124F4B" w14:textId="70C9434E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3578A3A6" w14:textId="7427F1A8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4C20AC3C" w14:textId="3B6EB0A5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FA603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76B0905C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6E9F205D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9A9953B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9CEE59B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14:paraId="014B37BD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【資訊教育】</w:t>
            </w:r>
          </w:p>
          <w:p w14:paraId="54BCEB0A" w14:textId="3DA60BA0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 J11 落實康健的數位使 用習慣與態度。 資 J12 了解資訊科技相關 之法律、倫理及社會 議題，以保護自己與尊重他人。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13C83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1E9B41E3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2A86AFAA" w14:textId="453B6234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262EB577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499E0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C3FDBB8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61B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智慧財產權與分辨真假資訊</w:t>
            </w:r>
          </w:p>
          <w:p w14:paraId="1852E262" w14:textId="2118A033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The Movie Looks Exciting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D69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6A2FFF1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4E5B139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70A813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090BBECD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22A36B35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7254949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14:paraId="31D5318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5AD91B2C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2-IV-6 能依人、事、時、地、物作簡易的描述 或回答。</w:t>
            </w:r>
          </w:p>
          <w:p w14:paraId="55F443B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16D7CB49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6F9E5B4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＊2-IV-13 能依主題或情境以簡易英語進行日常 生活溝通。</w:t>
            </w:r>
          </w:p>
          <w:p w14:paraId="29208FA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6132EF6C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3-IV-4 能看懂簡易的圖表。 3-IV-5 能看懂簡易的生活用語。</w:t>
            </w:r>
          </w:p>
          <w:p w14:paraId="7A17FD9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0A3C510A" w14:textId="05677CC5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4961" w:type="dxa"/>
            <w:gridSpan w:val="2"/>
          </w:tcPr>
          <w:p w14:paraId="667F4A7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Ac-IV-1 簡易的英文標示。</w:t>
            </w:r>
          </w:p>
          <w:p w14:paraId="3C59170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40D5C9F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64B2528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DAE7ED6" w14:textId="28144B80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C763" w14:textId="6B091EA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19FE72C" w14:textId="12BF2233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E746464" w14:textId="498FB4DA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57027BDC" w14:textId="6044C481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8833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6801F43A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2E033DE5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4D6A5873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03D020F4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14:paraId="628CD6B4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【資訊教育】</w:t>
            </w:r>
          </w:p>
          <w:p w14:paraId="4EB5DB82" w14:textId="50159BB8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 J11 落實康健的數位使 用習慣與態度。 資 J12 了解資訊科技相關 之法律、倫理及社會 議題，以保護自己與尊重他人。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0BE3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056C0625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3096D9CF" w14:textId="1C346487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1DF4D23D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452D8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1B26A7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3CA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0B154CE1" w14:textId="3098DD7B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1（第一次段考）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E190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14:paraId="067389E6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197DFA6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10FAE2B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03D9001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36E467BD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14:paraId="729EED6C" w14:textId="736C9626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4961" w:type="dxa"/>
            <w:gridSpan w:val="2"/>
          </w:tcPr>
          <w:p w14:paraId="697D8E5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14:paraId="10CA8D7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中階段所學字詞（能聽、讀、說、寫最基本的1,200字詞）。</w:t>
            </w:r>
          </w:p>
          <w:p w14:paraId="45A1598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9F5823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14:paraId="3A9050F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4D7EF24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14:paraId="1A21E39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2123ED9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14:paraId="1800B346" w14:textId="7A5FAC39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B9447" w14:textId="7AF86A5F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14:paraId="4F161DF1" w14:textId="0EC08B3F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EA96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07A80CF" w14:textId="1A0736CA" w:rsidR="00B54D17" w:rsidRPr="006D71D5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603E" w14:textId="68F2F2A4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54D17" w:rsidRPr="003F5D61" w14:paraId="2CC845A6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22BFA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3CDEA0B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BCEB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志工服務與分享</w:t>
            </w:r>
          </w:p>
          <w:p w14:paraId="49EB77C4" w14:textId="0C274617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Soldier Was Saved by a Dog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71CC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B46DEF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8E5B009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E9F031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0547521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C242A8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281049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動利用各種查詢工具，以了解所接觸的英語文資訊。</w:t>
            </w:r>
          </w:p>
          <w:p w14:paraId="1A99020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AA5DEFB" w14:textId="7AEE6CDF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7FAE448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5B882D5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2410A5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436CFB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5CAD7ED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046C3FC" w14:textId="71CA6707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D585" w14:textId="2B0DC6AF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聽力測驗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73117C6" w14:textId="4A8BF9E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5169D335" w14:textId="76FF9E1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484261C" w14:textId="47618E09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2D2BF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749BCCBD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品J1 溝通合作與和諧人際關係。</w:t>
            </w:r>
          </w:p>
          <w:p w14:paraId="180A74C9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55DD7B48" w14:textId="642EFBBD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品J7 同理分享與多元接納。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1CDF0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2C394993" w14:textId="0136325A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54D17" w:rsidRPr="003F5D61" w14:paraId="6359F89F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4C274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44AB1E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A21ED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志工服務與分享</w:t>
            </w:r>
          </w:p>
          <w:p w14:paraId="4484C3CD" w14:textId="0BA4312B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Soldier Was Saved by a Dog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B8945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C8DD93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8D4186C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BB9B0E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4DC3E38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EFBD368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DEA2D2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2BD3DC8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01E9668" w14:textId="79BF33CD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4207F9A6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470134E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457C628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659BB8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B7B2EF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DD8C9B7" w14:textId="7FC47650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7ED5" w14:textId="57E88C5A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1DCF5965" w14:textId="6798D60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36A52B05" w14:textId="6D58659F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5FFFA487" w14:textId="733F67BD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FE2D3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FE2D36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0B1D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272C0AF0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品J1 溝通合作與和諧人際關係。</w:t>
            </w:r>
          </w:p>
          <w:p w14:paraId="5FAC63E4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4D126FC6" w14:textId="73811657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品J7 同理分享與多元接納。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A636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3D0E297A" w14:textId="6460461F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54D17" w:rsidRPr="003F5D61" w14:paraId="29028BBF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A3DAA9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083246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5910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志工服務與分享</w:t>
            </w:r>
          </w:p>
          <w:p w14:paraId="41727096" w14:textId="6C98C2EE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Soldier Was Saved by a Dog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3E2FE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AC8186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595D9B29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7716490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2CFBDF1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5AB527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886C35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501D2D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1D84932" w14:textId="4201D526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4A4C469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6B3C7A8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A36447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EEC9F5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6AA4D0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A9712F4" w14:textId="3E593598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8FE94" w14:textId="72C64135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48BB3D1F" w14:textId="38718E04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5224A16E" w14:textId="7761F150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6251EAA0" w14:textId="03737D4E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7BA2EB04" w14:textId="44B0AD3F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16%)</w:t>
            </w:r>
          </w:p>
          <w:p w14:paraId="4083A865" w14:textId="7CC72FAB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04A47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2B8E2EEE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品J1 溝通合作與和諧人際關係。</w:t>
            </w:r>
          </w:p>
          <w:p w14:paraId="08AB2F97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2D2E813C" w14:textId="2A4D6024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品J7 同理分享與多元接納。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7BA1C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38D39B88" w14:textId="0CDB94E0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54D17" w:rsidRPr="003F5D61" w14:paraId="1F9B5D47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7E1F8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7CA970" w14:textId="77777777" w:rsidR="00B54D17" w:rsidRDefault="00B54D17" w:rsidP="00961B9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14:paraId="55C2E658" w14:textId="77777777" w:rsidR="00D65F76" w:rsidRDefault="00D65F76" w:rsidP="00961B9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664E126" w14:textId="06F1EA2F" w:rsidR="00D65F76" w:rsidRPr="00A170D3" w:rsidRDefault="00D65F7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5D9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智慧住宅與物聯網</w:t>
            </w:r>
          </w:p>
          <w:p w14:paraId="74F75882" w14:textId="780470EB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4   Do You Know Where the File Is? 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58F4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156339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530511EC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48D792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426EA98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A69CB3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7A6323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7DE1EA2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CC4F32A" w14:textId="5EE1E45D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51EC6C3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75FF512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ED9AF6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02A883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AB772C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2A12EF5" w14:textId="4ABA1D5F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0C292" w14:textId="7EA4B536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05751915" w14:textId="15763849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784FFD63" w14:textId="74EEBAD0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FB8B919" w14:textId="1101BA12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7B25FE12" w14:textId="6B701C81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E2F05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50E88EA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閱J3 理解學科知識內的重要詞彙的意涵，並懂得如何運用該詞彙與他人進行溝通。</w:t>
            </w:r>
          </w:p>
          <w:p w14:paraId="29A75865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【科技教育】</w:t>
            </w:r>
          </w:p>
          <w:p w14:paraId="13F6D6F0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 xml:space="preserve">科 J6 具有正確的科技價 值觀，並適當的選 用科技產品。 </w:t>
            </w:r>
          </w:p>
          <w:p w14:paraId="2760FB1C" w14:textId="7FA06A29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科 J7 主動關注人與科 技、社會、環境的關係。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8229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3C5EE59C" w14:textId="24285AFA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54D17" w:rsidRPr="003F5D61" w14:paraId="6826A268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988D71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76ED96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B2A16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智慧住宅與物聯網</w:t>
            </w:r>
          </w:p>
          <w:p w14:paraId="173C4486" w14:textId="227A7159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4   Do You Know Where the File Is? 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1DC3B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71A748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CF49E75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F6FB25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B188FA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84C361D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EC4C9B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E7AF00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1D6BD04E" w14:textId="0D5837FC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1CEE2D3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784A1B3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E0293E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3EFC72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0B6ECC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80AD0C2" w14:textId="74A6FD3D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8BFD" w14:textId="4A0AFE78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14:paraId="23DB2260" w14:textId="0CE10C8E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6C4C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9A686F0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閱J3 理解學科知識內的重要詞彙的意涵，並懂得如何運用該詞彙與他人進行溝通。</w:t>
            </w:r>
          </w:p>
          <w:p w14:paraId="44936B2C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【科技教育】</w:t>
            </w:r>
          </w:p>
          <w:p w14:paraId="6683437C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 xml:space="preserve">科 J6 具有正確的科技價 值觀，並適當的選 用科技產品。 </w:t>
            </w:r>
          </w:p>
          <w:p w14:paraId="48CFDAA0" w14:textId="54C0D758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科 J7 主動關注人與科 技、社會、環境的關係。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BE3A1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35B7D301" w14:textId="57187047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B54D17" w:rsidRPr="003F5D61" w14:paraId="7A67DA25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14FD7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7D0BFB3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2C15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6D72E488" w14:textId="4C40AF67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2（第二次段考）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6E71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ECBD74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0D0EF06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14:paraId="11285916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53EE5C0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主動從網路或其他課外材料，搜尋相關英語文資源，並與教師及同學分享。</w:t>
            </w:r>
          </w:p>
          <w:p w14:paraId="3D9724FE" w14:textId="7A4DA433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4961" w:type="dxa"/>
            <w:gridSpan w:val="2"/>
          </w:tcPr>
          <w:p w14:paraId="37D6466D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325884F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08F0ADA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442979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3DF5674" w14:textId="59BD5C7B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7F4A" w14:textId="5E06694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A13F5AC" w14:textId="69BB7B6A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AC4C5BE" w14:textId="587A7F20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09E2BFFA" w14:textId="6E6BE4D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0A8673C" w14:textId="3C37BDE3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D45CB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9CD8EC2" w14:textId="376B4760" w:rsidR="00B54D17" w:rsidRPr="006D71D5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8E75" w14:textId="2E1C4ED8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54D17" w:rsidRPr="003F5D61" w14:paraId="5CAD101A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28ADC1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CFB3948" w14:textId="77777777" w:rsidR="00B54D17" w:rsidRDefault="00B54D17" w:rsidP="00961B9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53EE9BBA" w14:textId="77777777" w:rsidR="00387DCC" w:rsidRDefault="00387DCC" w:rsidP="00961B9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1C9ED01C" w14:textId="274142EF" w:rsidR="00387DCC" w:rsidRPr="00A170D3" w:rsidRDefault="00387DCC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1914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漫畫展及名人介紹</w:t>
            </w:r>
          </w:p>
          <w:p w14:paraId="5A37B699" w14:textId="062E37DE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AA757C">
              <w:rPr>
                <w:rFonts w:ascii="標楷體" w:eastAsia="標楷體" w:hAnsi="標楷體" w:hint="eastAsia"/>
                <w:szCs w:val="20"/>
              </w:rPr>
              <w:t>5   The Man Who Shook Hands with Me Is My Favorite Star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B5231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A5CF9B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BE3D79D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ED3737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61022088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9A6DBF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152904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775573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AE461C0" w14:textId="4BA0DDDC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4F5F9B9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21E16C4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0042AB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AE6EA6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7BA141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65AE17F" w14:textId="28A12DBE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29CE" w14:textId="5EBF9CEE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1D7E7225" w14:textId="2F2B23E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16EDB2A9" w14:textId="250DE11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37EBC03B" w14:textId="2080E65B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6A3A722B" w14:textId="7978BBEF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16%)</w:t>
            </w:r>
          </w:p>
          <w:p w14:paraId="2492259E" w14:textId="2CDEBEC5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 w:rsidR="00D65F7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65F76">
              <w:rPr>
                <w:rFonts w:ascii="標楷體" w:eastAsia="標楷體" w:hAnsi="標楷體"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E466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08E80B47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涯J2 具備生涯規劃的知識與概念。</w:t>
            </w:r>
          </w:p>
          <w:p w14:paraId="49055DB0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涯J3 覺察自己的能力與興趣。</w:t>
            </w:r>
          </w:p>
          <w:p w14:paraId="6DE7F9EF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涯J4 了解自己的人格特質與價值觀。</w:t>
            </w:r>
          </w:p>
          <w:p w14:paraId="15D1E33F" w14:textId="776C2D39" w:rsidR="00B54D17" w:rsidRPr="006D71D5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涯J5 探索性別與生涯規劃的關係。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8C9A2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30E8590D" w14:textId="0A1C3E7F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384B9465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D19B9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60AB0B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BAA43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漫畫展及名人介紹</w:t>
            </w:r>
          </w:p>
          <w:p w14:paraId="4DBDE5EC" w14:textId="292FA6DB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AA757C">
              <w:rPr>
                <w:rFonts w:ascii="標楷體" w:eastAsia="標楷體" w:hAnsi="標楷體" w:hint="eastAsia"/>
                <w:szCs w:val="20"/>
              </w:rPr>
              <w:t>5   The Man Who Shook Hands with Me Is My Favorite Star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9B602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B883C5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547F0E93" w14:textId="77777777" w:rsidR="00B54D17" w:rsidRPr="00AA757C" w:rsidRDefault="00B54D17" w:rsidP="00B54D1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95EEFC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A20642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7AE157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3-Ⅴ-10 能辨識故事的要素，如背景、人物、事件和結局。</w:t>
            </w:r>
          </w:p>
          <w:p w14:paraId="3C7B2B8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C41F96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6-IV-5主動利用各種查詢工具，以了解所接觸的英語文資訊。</w:t>
            </w:r>
          </w:p>
          <w:p w14:paraId="6A0A3EC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476A7CA" w14:textId="26167DDB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05A4CEA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1E97FE69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807C8A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DA9859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B7699F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3368A751" w14:textId="2FFC9349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A955" w14:textId="2BBA4059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9A2EC36" w14:textId="0E03186A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A4C8E49" w14:textId="2F792093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5FB68FA" w14:textId="54E3624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AEF14F2" w14:textId="323ECE9C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04B7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0A13BD3F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涯J2 具備生涯規劃的知識與概念。</w:t>
            </w:r>
          </w:p>
          <w:p w14:paraId="324FC86B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涯J3 覺察自己的能力與興趣。</w:t>
            </w:r>
          </w:p>
          <w:p w14:paraId="39C882FE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涯J4 了解自己的人格特質與價值觀。</w:t>
            </w:r>
          </w:p>
          <w:p w14:paraId="0C595D4D" w14:textId="5C56271C" w:rsidR="00B54D17" w:rsidRPr="006D71D5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涯J5 探索性別與生涯規劃的關係。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3DC45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1DA75A9A" w14:textId="13E6205B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B54D17" w:rsidRPr="003F5D61" w14:paraId="23399F87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8C759" w14:textId="77777777" w:rsidR="00B54D17" w:rsidRPr="00287C65" w:rsidRDefault="00B54D1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88F7B6" w14:textId="77777777" w:rsidR="00B54D17" w:rsidRDefault="00B54D17" w:rsidP="00961B9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14:paraId="5C5550EB" w14:textId="77777777" w:rsidR="00387DCC" w:rsidRDefault="00387DCC" w:rsidP="00961B9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08548750" w14:textId="704BF575" w:rsidR="00387DCC" w:rsidRPr="00A170D3" w:rsidRDefault="00387DCC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78E00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文化差異與關懷行善</w:t>
            </w:r>
          </w:p>
          <w:p w14:paraId="497BC0B5" w14:textId="4B2F7589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The Sign Which You Used Is Not OK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5875F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A57324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E30EE24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62CA9D4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0A7C003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21FE09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BF6FE2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D820CF1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1F01A1C" w14:textId="41375869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6ADF911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1DCCFA2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BA5141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6FF939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5CEB3C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54E7926C" w14:textId="15D450B6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A2CA1" w14:textId="2D1478A0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7C2F25AE" w14:textId="056453FE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37C57487" w14:textId="74F6DDC9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D1443AC" w14:textId="3DA74FCC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947AF95" w14:textId="56AD0E9D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0549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875B237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2642A2A7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16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多J5 了解及尊重不同文化的習俗與禁忌。</w:t>
            </w:r>
          </w:p>
          <w:p w14:paraId="65669CC2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2C98B23E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品J1 溝通合作與和諧人際關係。</w:t>
            </w:r>
          </w:p>
          <w:p w14:paraId="3E5085BE" w14:textId="78FAC059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品J7 同理分享與多元接納。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E36A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  <w:p w14:paraId="374D155F" w14:textId="2E37355F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B54D17" w:rsidRPr="003F5D61" w14:paraId="5C48E51D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33F56" w14:textId="77777777" w:rsidR="00B54D17" w:rsidRPr="00287C65" w:rsidRDefault="00B54D17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F19C68" w14:textId="69745A7D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025B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~二十一</w:t>
            </w:r>
          </w:p>
          <w:p w14:paraId="450A3DA3" w14:textId="77777777" w:rsidR="00B54D17" w:rsidRPr="00A170D3" w:rsidRDefault="00B54D17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11AC3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文化差異與關懷行善</w:t>
            </w:r>
          </w:p>
          <w:p w14:paraId="48AC49F2" w14:textId="56C52833" w:rsidR="00B54D17" w:rsidRPr="00A170D3" w:rsidRDefault="00B54D17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The Sign Which You Used Is Not OK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010B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356B5F3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508EF289" w14:textId="77777777" w:rsidR="00B54D17" w:rsidRPr="00AA757C" w:rsidRDefault="00B54D1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16FB41A5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4012228B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2C412E7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715EAA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ED8E8FA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5FF0F26" w14:textId="126EC1DF" w:rsidR="00B54D17" w:rsidRPr="00A170D3" w:rsidRDefault="00B54D17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13C08E4E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5D1FF850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E85F4D2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40DFB5F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0771589C" w14:textId="77777777" w:rsidR="00B54D17" w:rsidRPr="00AA757C" w:rsidRDefault="00B54D1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8FF9822" w14:textId="22611E22" w:rsidR="00B54D17" w:rsidRPr="00A170D3" w:rsidRDefault="00B54D17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C6A78" w14:textId="48167E24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366D5902" w14:textId="21F21481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BFC8349" w14:textId="5371165D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1454E07" w14:textId="3473DC4E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A1EDF07" w14:textId="5BD7731A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387DC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387DCC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C3252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C832E16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1F8BC19C" w14:textId="77777777" w:rsidR="00B54D17" w:rsidRPr="00AA757C" w:rsidRDefault="00B54D17" w:rsidP="00B54D17">
            <w:pPr>
              <w:spacing w:line="240" w:lineRule="exact"/>
              <w:jc w:val="both"/>
              <w:rPr>
                <w:snapToGrid w:val="0"/>
                <w:kern w:val="0"/>
                <w:sz w:val="16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多J5 了解及尊重不同文化的習俗與禁忌。</w:t>
            </w:r>
          </w:p>
          <w:p w14:paraId="4F8F3950" w14:textId="77777777" w:rsidR="00B54D17" w:rsidRPr="00AA757C" w:rsidRDefault="00B54D17" w:rsidP="00B54D17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4496A261" w14:textId="77777777" w:rsidR="00B54D17" w:rsidRPr="00AA757C" w:rsidRDefault="00B54D17" w:rsidP="00B54D17">
            <w:pPr>
              <w:spacing w:line="240" w:lineRule="exact"/>
              <w:jc w:val="both"/>
              <w:rPr>
                <w:sz w:val="20"/>
              </w:rPr>
            </w:pPr>
            <w:r w:rsidRPr="00AA757C">
              <w:rPr>
                <w:rFonts w:ascii="標楷體" w:eastAsia="標楷體" w:hAnsi="標楷體" w:hint="eastAsia"/>
              </w:rPr>
              <w:t>品J1 溝通合作與和諧人際關係。</w:t>
            </w:r>
          </w:p>
          <w:p w14:paraId="006AE0E7" w14:textId="61E047CA" w:rsidR="00B54D17" w:rsidRPr="00F42ACF" w:rsidRDefault="00B54D17" w:rsidP="00F42AC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</w:rPr>
              <w:t>品J7 同理分享與多元接納。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6BF1" w14:textId="77777777" w:rsidR="00B54D17" w:rsidRPr="00AA757C" w:rsidRDefault="00B54D1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  <w:p w14:paraId="1F42AF39" w14:textId="0E62D9FD" w:rsidR="00B54D17" w:rsidRPr="00A170D3" w:rsidRDefault="00B54D17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75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426CC7" w:rsidRPr="00426CC7" w14:paraId="68484024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66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A72D8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4"/>
              </w:rPr>
              <w:t>第</w:t>
            </w:r>
            <w:r w:rsidRPr="00426CC7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426CC7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850" w:type="dxa"/>
            <w:vAlign w:val="center"/>
          </w:tcPr>
          <w:p w14:paraId="048B0B0E" w14:textId="77777777" w:rsidR="00426CC7" w:rsidRDefault="00426CC7" w:rsidP="00B54D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0ED02817" w14:textId="77777777" w:rsidR="001655A3" w:rsidRDefault="001655A3" w:rsidP="00B54D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2164C0CE" w14:textId="1FA90097" w:rsidR="001655A3" w:rsidRPr="00426CC7" w:rsidRDefault="001655A3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856A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生涯規劃</w:t>
            </w:r>
          </w:p>
          <w:p w14:paraId="4F956924" w14:textId="09A8FE4A" w:rsidR="00426CC7" w:rsidRPr="00426CC7" w:rsidRDefault="00426CC7" w:rsidP="005B0BA7">
            <w:pPr>
              <w:spacing w:line="260" w:lineRule="exact"/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I Feel So Lost, and So Do My Friends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98BA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1-Ⅳ-3 能聽懂基本或重要句型的句子。 </w:t>
            </w:r>
          </w:p>
          <w:p w14:paraId="2E580D95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1-Ⅳ-4 能聽懂日常生活對話的主要內容。</w:t>
            </w:r>
          </w:p>
          <w:p w14:paraId="030DEA32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2-Ⅳ-8 能以正確的發音、適切的重音及語調說出基本或重要句型的句子。 </w:t>
            </w:r>
          </w:p>
          <w:p w14:paraId="47DE2434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◎ 2-Ⅳ-9 能進行簡易的角色扮演。</w:t>
            </w:r>
          </w:p>
          <w:p w14:paraId="301FC6E5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2–IV–13能依主題或情境以簡易英語進行日常生活溝通。</w:t>
            </w:r>
          </w:p>
          <w:p w14:paraId="4E1E0E2A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3-Ⅴ-10 能辨識故事的要素，如背景、人物、事件和結局。</w:t>
            </w:r>
          </w:p>
          <w:p w14:paraId="72124C54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4-Ⅳ-5 能依提示寫出正確達意的簡單句子。</w:t>
            </w:r>
          </w:p>
          <w:p w14:paraId="43072202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6–IV–5主動利用各種查詢工具，以了解所接觸的英語文資訊。</w:t>
            </w:r>
          </w:p>
          <w:p w14:paraId="03B08B5C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7–IV–2善用相關主題之背景知識，以利閱讀或聽力理解。</w:t>
            </w:r>
          </w:p>
          <w:p w14:paraId="31EF7574" w14:textId="26DEF9BA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9-Ⅳ-4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6B8123A1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5440C136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534119D8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3FDD4AE6" w14:textId="03895C86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271E" w14:textId="05ACB69B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14:paraId="257C8AB5" w14:textId="4004C6A8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口語練習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14:paraId="35E20F4E" w14:textId="1245E9B6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14:paraId="4883EFE9" w14:textId="25D16D02" w:rsidR="00426CC7" w:rsidRPr="00426CC7" w:rsidRDefault="00426CC7" w:rsidP="00B54D17">
            <w:pPr>
              <w:spacing w:line="260" w:lineRule="exact"/>
              <w:jc w:val="both"/>
            </w:pP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9925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【</w:t>
            </w: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生涯規劃教育】</w:t>
            </w:r>
          </w:p>
          <w:p w14:paraId="4A8B2451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涯J1 了解生涯規劃的意義與功能。 </w:t>
            </w:r>
          </w:p>
          <w:p w14:paraId="56FD0546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43C04411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涯J3 覺察自己的能力與興趣。 </w:t>
            </w:r>
          </w:p>
          <w:p w14:paraId="420020C2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涯J4 了解自己的人格特質與價值觀。 </w:t>
            </w:r>
          </w:p>
          <w:p w14:paraId="19F5917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  <w:p w14:paraId="7CDB282C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7EA10FEC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涯J11 分析影響個人生涯決定的因素。 </w:t>
            </w:r>
          </w:p>
          <w:p w14:paraId="03ECDF2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涯J12 發展及評估生涯決定的策略。 </w:t>
            </w:r>
          </w:p>
          <w:p w14:paraId="313A805D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涯J13 培養生涯規劃及執行的能力。</w:t>
            </w:r>
          </w:p>
          <w:p w14:paraId="2C5B4069" w14:textId="77777777" w:rsidR="00426CC7" w:rsidRPr="00426CC7" w:rsidRDefault="00426CC7" w:rsidP="002B0D9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【</w:t>
            </w: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家庭教育】</w:t>
            </w:r>
          </w:p>
          <w:p w14:paraId="43C2C0B4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家 J5 國中階段的家庭責任。</w:t>
            </w:r>
          </w:p>
          <w:p w14:paraId="0B3BA99A" w14:textId="21679AF3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家 J7 約會、婚姻與家庭的</w:t>
            </w:r>
            <w:r w:rsidRPr="00426CC7">
              <w:rPr>
                <w:rFonts w:ascii="標楷體" w:eastAsia="標楷體" w:hAnsi="標楷體" w:hint="eastAsia"/>
                <w:szCs w:val="20"/>
              </w:rPr>
              <w:lastRenderedPageBreak/>
              <w:t>發展歷程。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4FEF" w14:textId="7777777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14:paraId="458A5E16" w14:textId="598E78A3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26CC7" w:rsidRPr="00426CC7" w14:paraId="7087417E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6F1F4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ED1EABB" w14:textId="77777777" w:rsidR="00426CC7" w:rsidRDefault="00426CC7" w:rsidP="00B54D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  <w:p w14:paraId="3AA23245" w14:textId="77777777" w:rsidR="00760572" w:rsidRDefault="00760572" w:rsidP="00B54D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4AACE113" w14:textId="3548BAA6" w:rsidR="00760572" w:rsidRPr="00426CC7" w:rsidRDefault="00760572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B05B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生涯規劃</w:t>
            </w:r>
          </w:p>
          <w:p w14:paraId="69DFFE23" w14:textId="27A354C6" w:rsidR="00426CC7" w:rsidRPr="00426CC7" w:rsidRDefault="00426CC7" w:rsidP="005B0BA7">
            <w:pPr>
              <w:spacing w:line="260" w:lineRule="exact"/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I Feel So Lost, and So Do My Friends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AAAB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1-Ⅳ-3 能聽懂基本或重要句型的句子。 </w:t>
            </w:r>
          </w:p>
          <w:p w14:paraId="2D072ACE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1-Ⅳ-4 能聽懂日常生活對話的主要內容。</w:t>
            </w:r>
          </w:p>
          <w:p w14:paraId="0701DBA9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2-Ⅳ-8 能以正確的發音、適切的重音及語調說出基本或重要句型的句子。 </w:t>
            </w:r>
          </w:p>
          <w:p w14:paraId="6D54860F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◎ 2-Ⅳ-9 能進行簡易的角色扮演。</w:t>
            </w:r>
          </w:p>
          <w:p w14:paraId="5EA7D8F8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2–IV–13能依主題或情境以簡易英語進行日常生活溝通。</w:t>
            </w:r>
          </w:p>
          <w:p w14:paraId="683B951B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3-Ⅴ-10 能辨識故事的要素，如背景、人物、事件和結局。</w:t>
            </w:r>
          </w:p>
          <w:p w14:paraId="50D4260B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4-Ⅳ-5 能依提示寫出正確達意的簡單句子。</w:t>
            </w:r>
          </w:p>
          <w:p w14:paraId="75C449C9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6–IV–5主動利用各種查詢工具，以了解所接觸的英語文資訊。</w:t>
            </w:r>
          </w:p>
          <w:p w14:paraId="064FA367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7–IV–2善用相關主題之背景知識，以利閱讀或聽力理解。</w:t>
            </w:r>
          </w:p>
          <w:p w14:paraId="701E4F43" w14:textId="383C51CD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9-Ⅳ-4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10BB867C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05230F41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2D0CD9A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02979839" w14:textId="61078A00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51BDE" w14:textId="353B8DBF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34AAD643" w14:textId="14644B03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8EA8E2D" w14:textId="669E6F28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795D12E9" w14:textId="671B2CCB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3D9FB9B8" w14:textId="18924ABB" w:rsidR="00426CC7" w:rsidRPr="00426CC7" w:rsidRDefault="00426CC7" w:rsidP="00B54D17">
            <w:pPr>
              <w:spacing w:line="260" w:lineRule="exact"/>
              <w:jc w:val="both"/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1655A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1655A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298BC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244A3092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涯J1 了解生涯規劃的意義與功能。 </w:t>
            </w:r>
          </w:p>
          <w:p w14:paraId="4D361FCA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306E5E8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涯J3 覺察自己的能力與興趣。 </w:t>
            </w:r>
          </w:p>
          <w:p w14:paraId="152E1CB8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涯J4 了解自己的人格特質與價值觀。 </w:t>
            </w:r>
          </w:p>
          <w:p w14:paraId="25107BF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  <w:p w14:paraId="047154C8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0ACE3528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涯J11 分析影響個人生涯決定的因素。 </w:t>
            </w:r>
          </w:p>
          <w:p w14:paraId="23D9F15C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涯J12 發展及評估生涯決定的策略。 </w:t>
            </w:r>
          </w:p>
          <w:p w14:paraId="7B0D283E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涯J13 培養生涯規劃及執行的能力。</w:t>
            </w:r>
          </w:p>
          <w:p w14:paraId="42CDB9DA" w14:textId="77777777" w:rsidR="00426CC7" w:rsidRPr="00426CC7" w:rsidRDefault="00426CC7" w:rsidP="002B0D9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【</w:t>
            </w: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家庭教育】</w:t>
            </w:r>
          </w:p>
          <w:p w14:paraId="695FA640" w14:textId="77777777" w:rsidR="00426CC7" w:rsidRPr="00426CC7" w:rsidRDefault="00426CC7" w:rsidP="002B0D9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家 J5 國中階段的家庭責任。</w:t>
            </w:r>
          </w:p>
          <w:p w14:paraId="4CF87276" w14:textId="1579DF16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家 J7 約會、婚姻與家庭的發展歷程。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B3040" w14:textId="7777777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69655BFF" w14:textId="7316B5A1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26CC7" w:rsidRPr="00426CC7" w14:paraId="31DCB442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BB4DD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71676BA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05FB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提升專注力方法</w:t>
            </w:r>
          </w:p>
          <w:p w14:paraId="4FEB592F" w14:textId="48044D44" w:rsidR="00426CC7" w:rsidRPr="00426CC7" w:rsidRDefault="00426CC7" w:rsidP="005B0BA7">
            <w:pPr>
              <w:spacing w:line="260" w:lineRule="exact"/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I Can Fous Neither in the Morning Nor at Night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87BEF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1-IV-1 能聽懂課堂中所學的字詞。 </w:t>
            </w:r>
          </w:p>
          <w:p w14:paraId="225741EA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1-IV-3 能聽懂基本或重要句型的句子。 </w:t>
            </w:r>
          </w:p>
          <w:p w14:paraId="0888696E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1-IV-4 能聽懂日常生活對話的主要內容。 </w:t>
            </w:r>
          </w:p>
          <w:p w14:paraId="74415602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1-IV-7 能辨識簡短說明或敘述的情境及主旨。 </w:t>
            </w:r>
          </w:p>
          <w:p w14:paraId="098D7BA6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◎ 2-IV-1 能說出課堂中所學的字詞。 </w:t>
            </w:r>
          </w:p>
          <w:p w14:paraId="13CD3898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2-IV-2 能依情境使用日常生活用語。 </w:t>
            </w:r>
          </w:p>
          <w:p w14:paraId="4300D5EB" w14:textId="23E6D825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14:paraId="121B62C7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2-IV-5 能以簡易的英語表達個人的需求、意 願和感受。 </w:t>
            </w:r>
          </w:p>
          <w:p w14:paraId="3FA92DEE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2-IV-6 能依人、事、時、地、物作簡易的描述 或回答。 </w:t>
            </w:r>
          </w:p>
          <w:p w14:paraId="5853E1CB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2-IV-10 能以簡易的英語描述圖片。 </w:t>
            </w:r>
          </w:p>
          <w:p w14:paraId="250A1CE3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＊2-IV-12 能以簡易的英語參與引導式討論。 </w:t>
            </w:r>
          </w:p>
          <w:p w14:paraId="1002F8C6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＊2-IV-13 能依主題或情境以簡易英語進行日常 生活溝通。 </w:t>
            </w:r>
          </w:p>
          <w:p w14:paraId="5D0E8245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◎ 3-IV-2 能辨識課堂中所學的字詞。 </w:t>
            </w:r>
          </w:p>
          <w:p w14:paraId="69FECA19" w14:textId="77777777" w:rsidR="00760572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3-IV-4 能看懂簡易的圖表。 3-IV-5 能看懂簡易的生活用語。 </w:t>
            </w:r>
          </w:p>
          <w:p w14:paraId="10C85EC8" w14:textId="6E9C05EF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3-IV-6 能看懂基本的句型。 3-IV-7 能了解對話的主要內容。</w:t>
            </w:r>
          </w:p>
        </w:tc>
        <w:tc>
          <w:tcPr>
            <w:tcW w:w="4961" w:type="dxa"/>
            <w:gridSpan w:val="2"/>
          </w:tcPr>
          <w:p w14:paraId="1DB03E0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0D489F1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360CC5B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230A07C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52DA02C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18EE5E7B" w14:textId="10A9C585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6662" w14:textId="422D36CA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DC79C63" w14:textId="5B9BBDF8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5DC75330" w14:textId="00D3C41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2CF2E61" w14:textId="3BFD450B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0D25908" w14:textId="7E4E7B8D" w:rsidR="00426CC7" w:rsidRPr="00426CC7" w:rsidRDefault="00426CC7" w:rsidP="00B54D17">
            <w:pPr>
              <w:spacing w:line="260" w:lineRule="exact"/>
              <w:jc w:val="both"/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CEF4E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C856472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ED3BAFE" w14:textId="6DCBD670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60D99" w14:textId="7777777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06EC49ED" w14:textId="3D949926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426CC7" w:rsidRPr="00426CC7" w14:paraId="126ABFC4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FC136D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382396E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9D96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提升專注力方法</w:t>
            </w:r>
          </w:p>
          <w:p w14:paraId="6991C57D" w14:textId="37CB80A0" w:rsidR="00426CC7" w:rsidRPr="00426CC7" w:rsidRDefault="00426CC7" w:rsidP="005B0BA7">
            <w:pPr>
              <w:spacing w:line="260" w:lineRule="exact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I Can Fous Neither in the Morning Nor at Night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0681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1-IV-1 能聽懂課堂中所學的字詞。 </w:t>
            </w:r>
          </w:p>
          <w:p w14:paraId="488705C3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1-IV-3 能聽懂基本或重要句型的句子。 </w:t>
            </w:r>
          </w:p>
          <w:p w14:paraId="7EF4F2F6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1-IV-4 能聽懂日常生活對話的主要內容。 </w:t>
            </w:r>
          </w:p>
          <w:p w14:paraId="1619C181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1-IV-7 能辨識簡短說明或敘述的情境及主旨。 </w:t>
            </w:r>
          </w:p>
          <w:p w14:paraId="7521282F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◎ 2-IV-1 能說出課堂中所學的字詞。 </w:t>
            </w:r>
          </w:p>
          <w:p w14:paraId="140F875E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2-IV-2 能依情境使用日常生活用語。 </w:t>
            </w:r>
          </w:p>
          <w:p w14:paraId="32C8D107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 友。 </w:t>
            </w:r>
          </w:p>
          <w:p w14:paraId="5D07D601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2-IV-5 能以簡易的英語表達個人的需求、意 願和感受。 </w:t>
            </w:r>
          </w:p>
          <w:p w14:paraId="10A9C3C0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2-IV-6 能依人、事、時、地、物作簡易的描述 或回答。 </w:t>
            </w:r>
          </w:p>
          <w:p w14:paraId="5BC758FE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2-IV-10 能以簡易的英語描述圖片。 </w:t>
            </w:r>
          </w:p>
          <w:p w14:paraId="09ADE39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＊2-IV-12 能以簡易的英語參與引導式討論。 </w:t>
            </w:r>
          </w:p>
          <w:p w14:paraId="6F01C19E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＊2-IV-13 能依主題或情境以簡易英語進行日常 生活溝通。 </w:t>
            </w:r>
          </w:p>
          <w:p w14:paraId="316DC475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◎ 3-IV-2 能辨識課堂中所學的字詞。 </w:t>
            </w:r>
          </w:p>
          <w:p w14:paraId="444A87FE" w14:textId="5B16924C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3-IV-4 能看懂簡易的圖表。 3-IV-5 能看懂簡易的生活用語。 3-IV-6 能看懂基本的句型。 3-IV-7 能了解對話的主要內容。</w:t>
            </w:r>
          </w:p>
        </w:tc>
        <w:tc>
          <w:tcPr>
            <w:tcW w:w="4961" w:type="dxa"/>
            <w:gridSpan w:val="2"/>
          </w:tcPr>
          <w:p w14:paraId="285D39E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1B82005F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6555069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09EBA787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3086AE8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68050A95" w14:textId="39E130C7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4DBF9" w14:textId="3BD8C5C6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1107B69A" w14:textId="5A31D5EF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6FF4EEEF" w14:textId="5BAB0234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5C7706B0" w14:textId="602A7569" w:rsidR="00426CC7" w:rsidRPr="00426CC7" w:rsidRDefault="00426CC7" w:rsidP="00B54D17">
            <w:pPr>
              <w:spacing w:line="260" w:lineRule="exact"/>
              <w:jc w:val="both"/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FF2D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414C055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82B8EB4" w14:textId="20CD01E5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2B50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298FF305" w14:textId="6C2D5AC6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426CC7" w:rsidRPr="00426CC7" w14:paraId="06B2CD2E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B777B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3362C7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EDD3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提升專注力方法</w:t>
            </w:r>
          </w:p>
          <w:p w14:paraId="7527FCF0" w14:textId="4EA897B6" w:rsidR="00426CC7" w:rsidRPr="00426CC7" w:rsidRDefault="00426CC7" w:rsidP="005B0BA7">
            <w:pPr>
              <w:spacing w:line="260" w:lineRule="exact"/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I Can Fous Neither in the Morning Nor at Night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23BA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1-IV-1 能聽懂課堂中所學的字詞。 </w:t>
            </w:r>
          </w:p>
          <w:p w14:paraId="75BA83E3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1-IV-3 能聽懂基本或重要句型的句子。 </w:t>
            </w:r>
          </w:p>
          <w:p w14:paraId="0F629C32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1-IV-4 能聽懂日常生活對話的主要內容。 </w:t>
            </w:r>
          </w:p>
          <w:p w14:paraId="550EDFE3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1-IV-7 能辨識簡短說明或敘述的情境及主旨。 </w:t>
            </w:r>
          </w:p>
          <w:p w14:paraId="36AFEA5F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◎ 2-IV-1 能說出課堂中所學的字詞。 </w:t>
            </w:r>
          </w:p>
          <w:p w14:paraId="15BF0F5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2-IV-2 能依情境使用日常生活用語。 </w:t>
            </w:r>
          </w:p>
          <w:p w14:paraId="5DBD15E3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 友。 </w:t>
            </w:r>
          </w:p>
          <w:p w14:paraId="39FD7AA9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2-IV-5 能以簡易的英語表達個人的需求、意 願和感受。 </w:t>
            </w:r>
          </w:p>
          <w:p w14:paraId="4C576D07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2-IV-6 能依人、事、時、地、物作簡易的描述 或回答。 </w:t>
            </w:r>
          </w:p>
          <w:p w14:paraId="50FE71E5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2-IV-10 能以簡易的英語描述圖片。 </w:t>
            </w:r>
          </w:p>
          <w:p w14:paraId="4C643B8D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＊2-IV-12 能以簡易的英語參與引導式討論。 </w:t>
            </w:r>
          </w:p>
          <w:p w14:paraId="3C4D7680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＊2-IV-13 能依主題或情境以簡易英語進行日常 生活溝通。 </w:t>
            </w:r>
          </w:p>
          <w:p w14:paraId="02C7E405" w14:textId="77777777" w:rsidR="00426CC7" w:rsidRPr="00426CC7" w:rsidRDefault="00426CC7" w:rsidP="002B0D9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 xml:space="preserve">◎ 3-IV-2 能辨識課堂中所學的字詞。 </w:t>
            </w:r>
          </w:p>
          <w:p w14:paraId="197ABE5A" w14:textId="49834D49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3-IV-4 能看懂簡易的圖表。 3-IV-5 能看懂簡易的生活用語。 3-IV-6 能看懂基本的句型。 3-IV-7 能了解對話的主要內容。</w:t>
            </w:r>
          </w:p>
        </w:tc>
        <w:tc>
          <w:tcPr>
            <w:tcW w:w="4961" w:type="dxa"/>
            <w:gridSpan w:val="2"/>
          </w:tcPr>
          <w:p w14:paraId="1780140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278CC09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5DC4F9E1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68B32033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3AE7413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0A5EC201" w14:textId="54BD71AF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F1B8" w14:textId="06281B6B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09231E07" w14:textId="139A0206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343B874" w14:textId="164C5169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1B68CAE5" w14:textId="779CDB0F" w:rsidR="00426CC7" w:rsidRPr="00426CC7" w:rsidRDefault="00426CC7" w:rsidP="00B54D17">
            <w:pPr>
              <w:spacing w:line="260" w:lineRule="exact"/>
              <w:jc w:val="both"/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858E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DA773A8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EAC4374" w14:textId="18ADF76E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B06D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367D79B4" w14:textId="4DD90882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426CC7" w:rsidRPr="00426CC7" w14:paraId="66080DCF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760893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339EFC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95945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未來科技與時空旅行</w:t>
            </w:r>
          </w:p>
          <w:p w14:paraId="69310A38" w14:textId="34127ABE" w:rsidR="00426CC7" w:rsidRPr="00426CC7" w:rsidRDefault="00426CC7" w:rsidP="005B0BA7">
            <w:pPr>
              <w:spacing w:line="260" w:lineRule="exact"/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Is Time Travel Possible?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85653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1-Ⅳ-3 能聽懂基本或重要句型的句子。 </w:t>
            </w:r>
          </w:p>
          <w:p w14:paraId="25F46AEC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1-Ⅳ-4 能聽懂日常生活對話的主要內容。</w:t>
            </w:r>
          </w:p>
          <w:p w14:paraId="2CB69F2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2-Ⅳ-8 能以正確的發音、適切的重音及語調說出基本或重要句型的句子。 </w:t>
            </w:r>
          </w:p>
          <w:p w14:paraId="75035BB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◎ 2-Ⅳ-9 能進行簡易的角色扮演。</w:t>
            </w:r>
          </w:p>
          <w:p w14:paraId="1CE2C4E4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2–IV–13能依主題或情境以簡易英語進行日常生活溝通。</w:t>
            </w:r>
          </w:p>
          <w:p w14:paraId="42A81BE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3-Ⅴ-10 能辨識故事的要素，如背景、人物、事件和結局。</w:t>
            </w:r>
          </w:p>
          <w:p w14:paraId="4642FB74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4-Ⅳ-5 能依提示寫出正確達意的簡單句子。</w:t>
            </w:r>
          </w:p>
          <w:p w14:paraId="12B5742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6–IV–5主動利用各種查詢工具，以了解所接觸的英語文資訊。</w:t>
            </w:r>
          </w:p>
          <w:p w14:paraId="5634A114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7–IV–2善用相關主題之背景知識，以利閱讀或聽力理解。</w:t>
            </w:r>
          </w:p>
          <w:p w14:paraId="06E2B831" w14:textId="3C14519C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9-Ⅳ-4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720245A1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5C36360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26C3DD8C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43171B6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688211B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5CEE339C" w14:textId="60EE32CE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C7E65" w14:textId="4C73F5EF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聽力測驗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51D9CD9E" w14:textId="17AEB016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2BB219F0" w14:textId="23A602CD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C1EFEE1" w14:textId="32C63EE7" w:rsidR="00426CC7" w:rsidRPr="00426CC7" w:rsidRDefault="00426CC7" w:rsidP="00B54D17">
            <w:pPr>
              <w:spacing w:line="260" w:lineRule="exact"/>
              <w:jc w:val="both"/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D5A5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A5F9B11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0CC9E63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</w:p>
          <w:p w14:paraId="320C59DA" w14:textId="2D9EA644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5132F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4D5C391E" w14:textId="09067294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26CC7" w:rsidRPr="00426CC7" w14:paraId="31C0AE1C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6BD33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3954929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4772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未來科技與時空旅行</w:t>
            </w:r>
          </w:p>
          <w:p w14:paraId="7F2F685D" w14:textId="050AA188" w:rsidR="00426CC7" w:rsidRPr="00426CC7" w:rsidRDefault="00426CC7" w:rsidP="005B0BA7">
            <w:pPr>
              <w:spacing w:line="260" w:lineRule="exact"/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Is Time Travel Possible?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46F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1-Ⅳ-3 能聽懂基本或重要句型的句子。 </w:t>
            </w:r>
          </w:p>
          <w:p w14:paraId="201943F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1-Ⅳ-4 能聽懂日常生活對話的主要內容。</w:t>
            </w:r>
          </w:p>
          <w:p w14:paraId="0450E50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2-Ⅳ-8 能以正確的發音、適切的重音及語調說出基本或重要句型的句子。 </w:t>
            </w:r>
          </w:p>
          <w:p w14:paraId="2E6DE00E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◎ 2-Ⅳ-9 能進行簡易的角色扮演。</w:t>
            </w:r>
          </w:p>
          <w:p w14:paraId="4839559F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2–IV–13能依主題或情境以簡易英語進行日常生活溝通。</w:t>
            </w:r>
          </w:p>
          <w:p w14:paraId="5A969B1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3-Ⅴ-10 能辨識故事的要素，如背景、人物、事件和結局。</w:t>
            </w:r>
          </w:p>
          <w:p w14:paraId="5EC9860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4-Ⅳ-5 能依提示寫出正確達意的簡單句子。</w:t>
            </w:r>
          </w:p>
          <w:p w14:paraId="74274987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6–IV–5主動利用各種查詢工具，以了解所接觸的英語文資訊。</w:t>
            </w:r>
          </w:p>
          <w:p w14:paraId="223CA67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7–IV–2善用相關主題之背景知識，以利閱讀或聽力理解。</w:t>
            </w:r>
          </w:p>
          <w:p w14:paraId="4C0784BB" w14:textId="0BCB2F20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9-Ⅳ-4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5F35D8F8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2FD18467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13D122E3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59340C2B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3CC3C62E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4010C967" w14:textId="3D96B684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240A" w14:textId="173F2505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4BC96D52" w14:textId="0A1E2ADC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0973CCE4" w14:textId="3C298243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  <w:p w14:paraId="4D8CE541" w14:textId="09A69B6D" w:rsidR="00426CC7" w:rsidRPr="00426CC7" w:rsidRDefault="00426CC7" w:rsidP="00B54D17">
            <w:pPr>
              <w:spacing w:line="260" w:lineRule="exact"/>
              <w:jc w:val="both"/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0AEBF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1E94ABF" w14:textId="03ACA437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F257C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C1020A2" w14:textId="112488C2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26CC7" w:rsidRPr="00426CC7" w14:paraId="0405003A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4380C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46EFF7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07CF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670832B0" w14:textId="559C5A74" w:rsidR="00426CC7" w:rsidRPr="00426CC7" w:rsidRDefault="00426CC7" w:rsidP="005B0BA7">
            <w:pPr>
              <w:spacing w:line="260" w:lineRule="exact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1(第一次段考)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D2778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5–IV–3能聽懂日常生活應對中常用語句，並能作適當的回應。</w:t>
            </w:r>
          </w:p>
          <w:p w14:paraId="654FF39E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5–IV–7能聽懂日常生活對話，並能以簡單的字詞、句子記下要點。</w:t>
            </w:r>
          </w:p>
          <w:p w14:paraId="4741EA1C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6–IV–1樂於參與課堂中各類練習活動，不畏犯錯。</w:t>
            </w:r>
          </w:p>
          <w:p w14:paraId="46BF1BB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6–Ⅳ–2主動預習、複習並將學習內容作基本的整理歸納。</w:t>
            </w:r>
          </w:p>
          <w:p w14:paraId="2C97631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7–IV–2善用相關主題之背景知識，以利閱讀或聽力理解。</w:t>
            </w:r>
          </w:p>
          <w:p w14:paraId="46C17638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7–IV–3用語言及非語言溝通策略（如請求重述、手勢、表情等）提升溝通效能。</w:t>
            </w:r>
          </w:p>
          <w:p w14:paraId="7D05F93F" w14:textId="06E12EC5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8–IV–6能了解並遵循基本的國際生活禮儀。</w:t>
            </w:r>
          </w:p>
        </w:tc>
        <w:tc>
          <w:tcPr>
            <w:tcW w:w="4961" w:type="dxa"/>
            <w:gridSpan w:val="2"/>
          </w:tcPr>
          <w:p w14:paraId="34A9F5A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Ac–IV–3 常見的生活用語。</w:t>
            </w:r>
          </w:p>
          <w:p w14:paraId="774232C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41A3DD94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46786163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B–IV–1自己、家人及朋友的簡易描述。</w:t>
            </w:r>
          </w:p>
          <w:p w14:paraId="133CFF04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260FED1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B–IV–3語言與非語言的溝通策略（如請求重述、手勢、表情等）。</w:t>
            </w:r>
          </w:p>
          <w:p w14:paraId="4C07140C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B–IV–5人、事、時、地、物的描述及問答。</w:t>
            </w:r>
          </w:p>
          <w:p w14:paraId="4698ECE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C–IV–5 國際生活禮儀。</w:t>
            </w:r>
          </w:p>
          <w:p w14:paraId="3FE83A01" w14:textId="73C4F38A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D–IV–1依綜合資訊作合理猜測。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EDF9" w14:textId="55562DF0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14:paraId="0E7E712F" w14:textId="160FE5D3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0CBE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70D017A" w14:textId="71C1ACFD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9BD6D" w14:textId="2E164931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426CC7" w:rsidRPr="00426CC7" w14:paraId="79165A59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66DD6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10907E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58B9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未來科技與時空旅行</w:t>
            </w:r>
          </w:p>
          <w:p w14:paraId="67956B8D" w14:textId="37805DCA" w:rsidR="00426CC7" w:rsidRPr="00426CC7" w:rsidRDefault="00426CC7" w:rsidP="005B0BA7">
            <w:pPr>
              <w:spacing w:line="260" w:lineRule="exact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Is Time Travel Possible?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BBF5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1-Ⅳ-3 能聽懂基本或重要句型的句子。 </w:t>
            </w:r>
          </w:p>
          <w:p w14:paraId="3B28185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1-Ⅳ-4 能聽懂日常生活對話的主要內容。</w:t>
            </w:r>
          </w:p>
          <w:p w14:paraId="0C3B84A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2-Ⅳ-8 能以正確的發音、適切的重音及語調說出基本或重要句型的句子。 </w:t>
            </w:r>
          </w:p>
          <w:p w14:paraId="625BA39F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◎ 2-Ⅳ-9 能進行簡易的角色扮演。</w:t>
            </w:r>
          </w:p>
          <w:p w14:paraId="70A0FF1F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2–IV–13能依主題或情境以簡易英語進行日常生活溝通。</w:t>
            </w:r>
          </w:p>
          <w:p w14:paraId="6B684BD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3-Ⅴ-10 能辨識故事的要素，如背景、人物、事件和結局。</w:t>
            </w:r>
          </w:p>
          <w:p w14:paraId="1B32291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4-Ⅳ-5 能依提示寫出正確達意的簡單句子。</w:t>
            </w:r>
          </w:p>
          <w:p w14:paraId="6E5EEA7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6–IV–5主動利用各種查詢工具，以了解所接觸的英語文資訊。</w:t>
            </w:r>
          </w:p>
          <w:p w14:paraId="4A5596EB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7–IV–2善用相關主題之背景知識，以利閱讀或聽力理解。</w:t>
            </w:r>
          </w:p>
          <w:p w14:paraId="0019FD47" w14:textId="508B9E58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9-Ⅳ-4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06FC6A31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Ac–IV–4國中階段所學字詞（能聽、讀、說、寫最基本的1,200 字詞）。</w:t>
            </w:r>
          </w:p>
          <w:p w14:paraId="1C82809E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558CE452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191FFD1A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7B3D83B7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6FDD720C" w14:textId="01F3094E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CAA14" w14:textId="40052F00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6F659C3A" w14:textId="4A3BFE7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28274A8B" w14:textId="3379F1D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06637883" w14:textId="683F9C78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17%)</w:t>
            </w:r>
          </w:p>
          <w:p w14:paraId="3112EE0A" w14:textId="3E493322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16%)</w:t>
            </w:r>
          </w:p>
          <w:p w14:paraId="02624437" w14:textId="3BE55CD0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 w:rsidR="0076057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760572">
              <w:rPr>
                <w:rFonts w:ascii="標楷體" w:eastAsia="標楷體" w:hAnsi="標楷體"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89CC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914D18F" w14:textId="25778C40" w:rsidR="00426CC7" w:rsidRPr="006F3136" w:rsidRDefault="00426CC7" w:rsidP="00B54D17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94F87" w14:textId="77777777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7EB822A7" w14:textId="66F4A05F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26CC7" w:rsidRPr="00426CC7" w14:paraId="27F838BB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507EF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3C4E75C" w14:textId="77777777" w:rsidR="00426CC7" w:rsidRDefault="00426CC7" w:rsidP="00B54D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  <w:p w14:paraId="65F4E82E" w14:textId="77777777" w:rsidR="00956A28" w:rsidRDefault="00956A28" w:rsidP="00B54D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155E428E" w14:textId="20D33EC1" w:rsidR="00956A28" w:rsidRPr="00426CC7" w:rsidRDefault="00956A28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1A6C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英文詩介紹與感恩之心</w:t>
            </w:r>
          </w:p>
          <w:p w14:paraId="1D90568C" w14:textId="7998DF7C" w:rsidR="00426CC7" w:rsidRPr="00426CC7" w:rsidRDefault="00426CC7" w:rsidP="005B0BA7">
            <w:pPr>
              <w:spacing w:line="260" w:lineRule="exact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Give Thanks to the Ones Who Have Helped You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2EF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1-Ⅳ-3 能聽懂基本或重要句型的句子。 </w:t>
            </w:r>
          </w:p>
          <w:p w14:paraId="23138AE1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1-Ⅳ-4 能聽懂日常生活對話的主要內容。</w:t>
            </w:r>
          </w:p>
          <w:p w14:paraId="3FC3A8B7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2-Ⅳ-8 能以正確的發音、適切的重音及語調說出基本或重要句型的句子。 </w:t>
            </w:r>
          </w:p>
          <w:p w14:paraId="502C393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◎ 2-Ⅳ-9 能進行簡易的角色扮演。</w:t>
            </w:r>
          </w:p>
          <w:p w14:paraId="4B9AD5EE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2–IV–13能依主題或情境以簡易英語進行日常生活溝通。</w:t>
            </w:r>
          </w:p>
          <w:p w14:paraId="0E0DF018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3-Ⅴ-10 能辨識故事的要素，如背景、人物、事件和結局。</w:t>
            </w:r>
          </w:p>
          <w:p w14:paraId="47C07A0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4-Ⅳ-5 能依提示寫出正確達意的簡單句子。</w:t>
            </w:r>
          </w:p>
          <w:p w14:paraId="3E15FF9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6–IV–5主動利用各種查詢工具，以了解所接觸的英語文資訊。</w:t>
            </w:r>
          </w:p>
          <w:p w14:paraId="6CFAFB4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7–IV–2善用相關主題之背景知識，以利閱讀或聽力理解。</w:t>
            </w:r>
          </w:p>
          <w:p w14:paraId="0C76DA75" w14:textId="5AF70DD2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9-Ⅳ-4 能依上下文所提供的文字線索（如 in my opinion、maybe）分辨客觀事實與主觀意見。</w:t>
            </w:r>
          </w:p>
        </w:tc>
        <w:tc>
          <w:tcPr>
            <w:tcW w:w="4961" w:type="dxa"/>
            <w:gridSpan w:val="2"/>
          </w:tcPr>
          <w:p w14:paraId="0E2CF2F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6D714E68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2ED9EED5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79AC2F6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5DA27973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39EDED00" w14:textId="3D1A091E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F431D" w14:textId="7D08EC41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463E9CA1" w14:textId="206B3FB2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B0BB84F" w14:textId="4D774D7B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3BAA9726" w14:textId="74E43BE6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14:paraId="6D0C8EE2" w14:textId="72DAED0C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04BE8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00CCDD6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6415A51" w14:textId="77777777" w:rsidR="00426CC7" w:rsidRPr="00426CC7" w:rsidRDefault="00426CC7" w:rsidP="002B0D9A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1DE57F4" w14:textId="764C2FCA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AEBB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14:paraId="59E10135" w14:textId="143C1DCB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426CC7" w:rsidRPr="00426CC7" w14:paraId="1071E506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6409B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6956D8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BA95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英文詩介紹與感恩之心</w:t>
            </w:r>
          </w:p>
          <w:p w14:paraId="74E890EC" w14:textId="3DC0D5EC" w:rsidR="00426CC7" w:rsidRPr="00426CC7" w:rsidRDefault="00426CC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Give Thanks to the Ones Who Have Helped You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908E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1-Ⅳ-3 能聽懂基本或重要句型的句子。 </w:t>
            </w:r>
          </w:p>
          <w:p w14:paraId="40AA86DB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1-Ⅳ-4 能聽懂日常生活對話的主要內容。</w:t>
            </w:r>
          </w:p>
          <w:p w14:paraId="69044F48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2-Ⅳ-8 能以正確的發音、適切的重音及語調說出基本或重要句型的句子。 </w:t>
            </w:r>
          </w:p>
          <w:p w14:paraId="6562612F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◎ 2-Ⅳ-9 能進行簡易的角色扮演。</w:t>
            </w:r>
          </w:p>
          <w:p w14:paraId="0A3734B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2–IV–13能依主題或情境以簡易英語進行日常生活溝通。</w:t>
            </w:r>
          </w:p>
          <w:p w14:paraId="02EE5F3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3-Ⅴ-10 能辨識故事的要素，如背景、人物、事件和結局。</w:t>
            </w:r>
          </w:p>
          <w:p w14:paraId="0DC7C229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4-Ⅳ-5 能依提示寫出正確達意的簡單句子。</w:t>
            </w:r>
          </w:p>
          <w:p w14:paraId="43705811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6–IV–5主動利用各種查詢工具，以了解所接觸的英語文資訊。</w:t>
            </w:r>
          </w:p>
          <w:p w14:paraId="47EF655C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7–IV–2善用相關主題之背景知識，以利閱讀或聽力理解。</w:t>
            </w:r>
          </w:p>
          <w:p w14:paraId="53F2A809" w14:textId="46104473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9-Ⅳ-4 能依上下文所提供的文字線索（如 in my opinion、maybe）分辨 客觀事實與主觀意見。</w:t>
            </w:r>
          </w:p>
        </w:tc>
        <w:tc>
          <w:tcPr>
            <w:tcW w:w="4961" w:type="dxa"/>
            <w:gridSpan w:val="2"/>
          </w:tcPr>
          <w:p w14:paraId="2FCFE58D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Ac–IV–4國中階段所學字詞（能聽、讀、說、寫最基本的1,200 字詞）。</w:t>
            </w:r>
          </w:p>
          <w:p w14:paraId="55A61E20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Ad–IV–1國中階段所學的文法句型。</w:t>
            </w:r>
          </w:p>
          <w:p w14:paraId="60DE8B8A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B–IV–2國中階段所學字詞及句型的生活溝通。</w:t>
            </w:r>
          </w:p>
          <w:p w14:paraId="549C05C6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B–IV–6圖片描述。</w:t>
            </w:r>
          </w:p>
          <w:p w14:paraId="00965234" w14:textId="77777777" w:rsidR="00426CC7" w:rsidRPr="00426CC7" w:rsidRDefault="00426CC7" w:rsidP="002B0D9A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B–IV–7角色扮演。</w:t>
            </w:r>
          </w:p>
          <w:p w14:paraId="5B2190CD" w14:textId="21DC3D21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C–IV–3文化習俗的了解及尊重。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C495" w14:textId="1B8B9193" w:rsidR="00426CC7" w:rsidRPr="00426CC7" w:rsidRDefault="00426CC7" w:rsidP="002B0D9A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14:paraId="3967C486" w14:textId="09157E18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4F1F" w14:textId="77777777" w:rsidR="00426CC7" w:rsidRPr="00426CC7" w:rsidRDefault="00426CC7" w:rsidP="002B0D9A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b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8643A59" w14:textId="77777777" w:rsidR="00426CC7" w:rsidRPr="00426CC7" w:rsidRDefault="00426CC7" w:rsidP="002B0D9A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81F12E5" w14:textId="77777777" w:rsidR="00426CC7" w:rsidRPr="00426CC7" w:rsidRDefault="00426CC7" w:rsidP="002B0D9A">
            <w:pPr>
              <w:spacing w:line="24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71684D74" w14:textId="164453C3" w:rsidR="00426CC7" w:rsidRPr="00426CC7" w:rsidRDefault="00426CC7" w:rsidP="00B54D1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63683" w14:textId="77777777" w:rsidR="00426CC7" w:rsidRPr="00426CC7" w:rsidRDefault="00426CC7" w:rsidP="002B0D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14:paraId="74C3A3DA" w14:textId="7A862EC8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426CC7" w:rsidRPr="00426CC7" w14:paraId="3AA56DCB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6BD059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24D6E0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A9D2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14:paraId="502B1DAE" w14:textId="484BD468" w:rsidR="00426CC7" w:rsidRPr="00426CC7" w:rsidRDefault="00426CC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跨海來的問候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71462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0275A762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76A2FB6B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70BDD2B1" w14:textId="65942724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◎6-IV-1 樂於參與課堂中各類練習活動，不畏犯錯。</w:t>
            </w:r>
          </w:p>
        </w:tc>
        <w:tc>
          <w:tcPr>
            <w:tcW w:w="4961" w:type="dxa"/>
            <w:gridSpan w:val="2"/>
          </w:tcPr>
          <w:p w14:paraId="631097CC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E9C5A95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1F4BC811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9470805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*◎B-IV-8 引導式討論。</w:t>
            </w:r>
          </w:p>
          <w:p w14:paraId="6A3555AB" w14:textId="750B8B78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9189" w14:textId="26D433AF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課程參與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14:paraId="68697685" w14:textId="6D981585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實際操作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EA7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1D25D42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E506804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DB366C1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7B0877A7" w14:textId="0679B2FD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D1B90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3EFE3E36" w14:textId="1B172627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426CC7" w:rsidRPr="00426CC7" w14:paraId="319666C2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1C5DB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C05CD7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15F0F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14:paraId="4C08B71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故事接龍</w:t>
            </w:r>
          </w:p>
          <w:p w14:paraId="5E8E619E" w14:textId="0565A643" w:rsidR="00426CC7" w:rsidRPr="00426CC7" w:rsidRDefault="00426CC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戲劇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841A2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D6ADB3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57688E18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12002A3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41211D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B7F3C55" w14:textId="64432AC9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4961" w:type="dxa"/>
            <w:gridSpan w:val="2"/>
          </w:tcPr>
          <w:p w14:paraId="04AA5E4C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6F03FC9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9CBC203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8DEA536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074E454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54A4321" w14:textId="2F6850F2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E4F5" w14:textId="7424CE51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課程參與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33%)</w:t>
            </w:r>
          </w:p>
          <w:p w14:paraId="7DB34B70" w14:textId="01083852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小組討論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33%)</w:t>
            </w:r>
          </w:p>
          <w:p w14:paraId="5F145715" w14:textId="11A07376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上台表演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39EF3" w14:textId="77777777" w:rsidR="00426CC7" w:rsidRPr="00426CC7" w:rsidRDefault="00426CC7" w:rsidP="002B0D9A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b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B9B6DE9" w14:textId="5BA5C2D7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C459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3F8F9DC" w14:textId="6C6A6119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426CC7" w:rsidRPr="00426CC7" w14:paraId="5392BFB2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F0E170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057209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6861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14:paraId="695CC719" w14:textId="13A4016C" w:rsidR="00426CC7" w:rsidRPr="00426CC7" w:rsidRDefault="00426CC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漫畫劇場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020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D41C6E5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F781EE0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2-IV-13 能依主題或情境以簡易英語進行日常生活溝通。</w:t>
            </w:r>
          </w:p>
          <w:p w14:paraId="7E454F7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6-IV-4 樂於接觸課外的英語文多元素材，如歌曲、英語學習雜誌、漫畫、短片、廣播、網路等。</w:t>
            </w:r>
          </w:p>
          <w:p w14:paraId="44075FA0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7-IV-2 善用相關主題之背景知識，以利閱讀或聽力理解。</w:t>
            </w:r>
          </w:p>
          <w:p w14:paraId="69EC68A5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9-IV-1 能綜合相關資訊作合理的猜測。</w:t>
            </w:r>
          </w:p>
          <w:p w14:paraId="1CA504CC" w14:textId="2D7774E2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4961" w:type="dxa"/>
            <w:gridSpan w:val="2"/>
          </w:tcPr>
          <w:p w14:paraId="57AAD64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FEB3A6F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E2D8999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Ae-IV-1 簡易歌謠、韻文、短文、故事及短劇。</w:t>
            </w:r>
          </w:p>
          <w:p w14:paraId="04045AD3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361CF285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F90B60E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3DA4F37B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C1D7897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11A840EE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  <w:p w14:paraId="74EF17AD" w14:textId="7ECF988A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3F62F" w14:textId="1EB817AA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課程參與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33%)</w:t>
            </w:r>
          </w:p>
          <w:p w14:paraId="02F842C4" w14:textId="1770877D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小組討論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33%)</w:t>
            </w:r>
          </w:p>
          <w:p w14:paraId="6AB3E586" w14:textId="0D3B41FF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成果展示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D0C1" w14:textId="77777777" w:rsidR="00426CC7" w:rsidRPr="00426CC7" w:rsidRDefault="00426CC7" w:rsidP="002B0D9A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b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F2F8DC6" w14:textId="285F8353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A3251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E5EBD58" w14:textId="39290732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426CC7" w:rsidRPr="00426CC7" w14:paraId="4EB4400D" w14:textId="77777777" w:rsidTr="00025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0EAA1" w14:textId="77777777" w:rsidR="00426CC7" w:rsidRPr="00426CC7" w:rsidRDefault="00426CC7" w:rsidP="00B54D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C5E998" w14:textId="77777777" w:rsidR="00426CC7" w:rsidRPr="00426CC7" w:rsidRDefault="00426CC7" w:rsidP="00B54D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48C0F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14:paraId="241E0939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</w:t>
            </w:r>
          </w:p>
          <w:p w14:paraId="7E7A4628" w14:textId="2F548728" w:rsidR="00426CC7" w:rsidRPr="00426CC7" w:rsidRDefault="00426CC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故事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2BFC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◎1-IV-6 能聽懂簡易故事及短劇的主要內容。</w:t>
            </w:r>
          </w:p>
          <w:p w14:paraId="4BDA1E44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*3-IV-12 能熟悉重要的閱讀技巧，如擷取大意、猜測字義、推敲文意、預測後續文意及情節發展等。</w:t>
            </w:r>
          </w:p>
          <w:p w14:paraId="09C7E7A1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A1A199E" w14:textId="550DC58F" w:rsidR="00426CC7" w:rsidRPr="00426CC7" w:rsidRDefault="00426CC7" w:rsidP="00B54D1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4961" w:type="dxa"/>
            <w:gridSpan w:val="2"/>
          </w:tcPr>
          <w:p w14:paraId="79193E2F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*Ae-IV-8 簡易故事及短文的大意。</w:t>
            </w:r>
          </w:p>
          <w:p w14:paraId="58738044" w14:textId="77777777" w:rsidR="00426CC7" w:rsidRPr="00426CC7" w:rsidRDefault="00426CC7" w:rsidP="002B0D9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48FDF6F3" w14:textId="620C9FD2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6BF5" w14:textId="355F877D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課程參與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33%)</w:t>
            </w:r>
          </w:p>
          <w:p w14:paraId="69E281E6" w14:textId="2CDD9490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小組討論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33%)</w:t>
            </w:r>
          </w:p>
          <w:p w14:paraId="0A681733" w14:textId="0ABAA563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成果展示</w:t>
            </w:r>
            <w:r w:rsidR="00956A2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956A28">
              <w:rPr>
                <w:rFonts w:ascii="標楷體" w:eastAsia="標楷體" w:hAnsi="標楷體"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9ABB0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19C45F9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3351C6D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7905991" w14:textId="77777777" w:rsidR="00426CC7" w:rsidRPr="00426CC7" w:rsidRDefault="00426CC7" w:rsidP="002B0D9A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6F3A5134" w14:textId="17C8CC98" w:rsidR="00426CC7" w:rsidRPr="00426CC7" w:rsidRDefault="00426CC7" w:rsidP="00B54D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F4CD" w14:textId="5E4AAFB8" w:rsidR="00426CC7" w:rsidRPr="00426CC7" w:rsidRDefault="00426CC7" w:rsidP="00B54D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26C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426CC7" w:rsidRPr="00426CC7" w14:paraId="4BC7157D" w14:textId="77777777" w:rsidTr="00025BE9">
        <w:trPr>
          <w:trHeight w:val="720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0A1BFE" w14:textId="77777777" w:rsidR="00426CC7" w:rsidRPr="00426CC7" w:rsidRDefault="00426CC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6C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42E0E758" w14:textId="77777777" w:rsidR="00426CC7" w:rsidRPr="00426CC7" w:rsidRDefault="00426CC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6C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EF6A" w14:textId="62DAEE2A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14:paraId="3648842F" w14:textId="1E8A6CCD" w:rsidR="00426CC7" w:rsidRPr="00426CC7" w:rsidRDefault="006F3136" w:rsidP="005B0BA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14:paraId="1703CE47" w14:textId="30153AFB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080D2D0C" w14:textId="2975E04A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手機或錄音設備</w:t>
            </w:r>
          </w:p>
          <w:p w14:paraId="7C85E21F" w14:textId="3114C129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數位教具</w:t>
            </w:r>
          </w:p>
          <w:p w14:paraId="0088DE64" w14:textId="1C4F9B32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6.</w:t>
            </w:r>
            <w:r w:rsidR="00426CC7" w:rsidRPr="00426CC7">
              <w:rPr>
                <w:rFonts w:ascii="標楷體" w:eastAsia="標楷體" w:hAnsi="標楷體" w:cs="新細明體"/>
                <w:kern w:val="0"/>
                <w:szCs w:val="24"/>
              </w:rPr>
              <w:t>相關課程活動道具</w:t>
            </w:r>
          </w:p>
          <w:p w14:paraId="2596E002" w14:textId="1A512FF8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繪本或圖片</w:t>
            </w:r>
          </w:p>
          <w:p w14:paraId="21D27D88" w14:textId="530CE045" w:rsidR="00426CC7" w:rsidRPr="00426CC7" w:rsidRDefault="006F3136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8.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繪本製作材料</w:t>
            </w:r>
          </w:p>
          <w:p w14:paraId="3740CB61" w14:textId="2C1717E6" w:rsidR="00426CC7" w:rsidRPr="00426CC7" w:rsidRDefault="006F3136" w:rsidP="005B0BA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9.</w:t>
            </w:r>
            <w:r w:rsidR="00426CC7" w:rsidRPr="00426CC7">
              <w:rPr>
                <w:rFonts w:ascii="標楷體" w:eastAsia="標楷體" w:hAnsi="標楷體" w:cs="新細明體" w:hint="eastAsia"/>
                <w:kern w:val="0"/>
                <w:szCs w:val="24"/>
              </w:rPr>
              <w:t>學習單</w:t>
            </w:r>
          </w:p>
        </w:tc>
      </w:tr>
      <w:tr w:rsidR="00426CC7" w:rsidRPr="003F5D61" w14:paraId="4017E3ED" w14:textId="77777777" w:rsidTr="00025BE9">
        <w:trPr>
          <w:trHeight w:val="720"/>
          <w:jc w:val="center"/>
        </w:trPr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9040AA" w14:textId="77777777" w:rsidR="00426CC7" w:rsidRPr="003F5D61" w:rsidRDefault="00426CC7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426C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D94F2" w14:textId="77777777" w:rsidR="00426CC7" w:rsidRPr="003F5D61" w:rsidRDefault="00426CC7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6F8FD708" w14:textId="77777777" w:rsidR="00AA5DBE" w:rsidRDefault="00AA5DBE"/>
    <w:sectPr w:rsidR="00AA5DBE" w:rsidSect="00025BE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A4393" w14:textId="77777777" w:rsidR="00E434F1" w:rsidRDefault="00E434F1" w:rsidP="00AA5DBE">
      <w:r>
        <w:separator/>
      </w:r>
    </w:p>
  </w:endnote>
  <w:endnote w:type="continuationSeparator" w:id="0">
    <w:p w14:paraId="47B91909" w14:textId="77777777" w:rsidR="00E434F1" w:rsidRDefault="00E434F1" w:rsidP="00AA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6CE03" w14:textId="77777777" w:rsidR="00E434F1" w:rsidRDefault="00E434F1" w:rsidP="00AA5DBE">
      <w:r>
        <w:separator/>
      </w:r>
    </w:p>
  </w:footnote>
  <w:footnote w:type="continuationSeparator" w:id="0">
    <w:p w14:paraId="4A9F102F" w14:textId="77777777" w:rsidR="00E434F1" w:rsidRDefault="00E434F1" w:rsidP="00AA5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5BE9"/>
    <w:rsid w:val="0006116E"/>
    <w:rsid w:val="00090566"/>
    <w:rsid w:val="000A3AF8"/>
    <w:rsid w:val="000B3D79"/>
    <w:rsid w:val="000F44C6"/>
    <w:rsid w:val="001232D7"/>
    <w:rsid w:val="001655A3"/>
    <w:rsid w:val="00175CC7"/>
    <w:rsid w:val="001C618D"/>
    <w:rsid w:val="002315BC"/>
    <w:rsid w:val="00287C65"/>
    <w:rsid w:val="00290D43"/>
    <w:rsid w:val="002B0D9A"/>
    <w:rsid w:val="002C6451"/>
    <w:rsid w:val="002D5836"/>
    <w:rsid w:val="002E71D2"/>
    <w:rsid w:val="00353992"/>
    <w:rsid w:val="00387DCC"/>
    <w:rsid w:val="003F5D61"/>
    <w:rsid w:val="00426CC7"/>
    <w:rsid w:val="004A044B"/>
    <w:rsid w:val="004A6C6D"/>
    <w:rsid w:val="004D1E3A"/>
    <w:rsid w:val="00542276"/>
    <w:rsid w:val="005B0BA7"/>
    <w:rsid w:val="005D1113"/>
    <w:rsid w:val="005D457E"/>
    <w:rsid w:val="00643B77"/>
    <w:rsid w:val="00662E76"/>
    <w:rsid w:val="006F0A16"/>
    <w:rsid w:val="006F3136"/>
    <w:rsid w:val="00760572"/>
    <w:rsid w:val="00816245"/>
    <w:rsid w:val="008A39A7"/>
    <w:rsid w:val="00956A28"/>
    <w:rsid w:val="00961B97"/>
    <w:rsid w:val="00A074E2"/>
    <w:rsid w:val="00A67C33"/>
    <w:rsid w:val="00AA5DBE"/>
    <w:rsid w:val="00B524B5"/>
    <w:rsid w:val="00B54D17"/>
    <w:rsid w:val="00B701A9"/>
    <w:rsid w:val="00BB5514"/>
    <w:rsid w:val="00CF3B58"/>
    <w:rsid w:val="00D65F76"/>
    <w:rsid w:val="00E25070"/>
    <w:rsid w:val="00E434F1"/>
    <w:rsid w:val="00ED4AA9"/>
    <w:rsid w:val="00EF0D82"/>
    <w:rsid w:val="00F42ACF"/>
    <w:rsid w:val="00F60BC4"/>
    <w:rsid w:val="00F665FC"/>
    <w:rsid w:val="00F770CA"/>
    <w:rsid w:val="00FB35EF"/>
    <w:rsid w:val="00FC2BBB"/>
    <w:rsid w:val="00FC5958"/>
    <w:rsid w:val="00FC7294"/>
    <w:rsid w:val="00FC7D45"/>
    <w:rsid w:val="00FE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1CA5B"/>
  <w15:docId w15:val="{62B7519E-78CB-4961-AD3E-FA0CF333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D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D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2A189-C14F-4A0E-80C2-F7C53CC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3093</Words>
  <Characters>17636</Characters>
  <Application>Microsoft Office Word</Application>
  <DocSecurity>0</DocSecurity>
  <Lines>146</Lines>
  <Paragraphs>41</Paragraphs>
  <ScaleCrop>false</ScaleCrop>
  <Company/>
  <LinksUpToDate>false</LinksUpToDate>
  <CharactersWithSpaces>20688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2022-06-02T07:33:00Z</dcterms:created>
  <dcterms:modified xsi:type="dcterms:W3CDTF">2022-06-07T06:32:00Z</dcterms:modified>
</cp:coreProperties>
</file>